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42331" w14:textId="77777777" w:rsidR="0019142D" w:rsidRPr="00A31832" w:rsidRDefault="0019142D" w:rsidP="0019142D">
      <w:pPr>
        <w:jc w:val="both"/>
        <w:rPr>
          <w:rFonts w:cs="Arial"/>
          <w:kern w:val="0"/>
          <w:szCs w:val="20"/>
        </w:rPr>
      </w:pPr>
      <w:r w:rsidRPr="00A31832">
        <w:rPr>
          <w:rFonts w:cs="Arial"/>
          <w:kern w:val="0"/>
          <w:szCs w:val="20"/>
        </w:rPr>
        <w:t>Občina Cerknica, Cesta 4. maja 53, 1380 Cerknica, na podlagi Zakona o stvarnem premoženju države in samoupravnih lokalnih skupnosti (</w:t>
      </w:r>
      <w:r w:rsidRPr="00A31832">
        <w:rPr>
          <w:rFonts w:cs="Arial"/>
          <w:kern w:val="0"/>
          <w:szCs w:val="20"/>
          <w:shd w:val="clear" w:color="auto" w:fill="FFFFFF"/>
        </w:rPr>
        <w:t xml:space="preserve">Uradni list RS, št. </w:t>
      </w:r>
      <w:hyperlink r:id="rId7" w:tgtFrame="_blank" w:tooltip="Zakon o stvarnem premoženju države in samoupravnih lokalnih skupnosti (ZSPDSLS-1)" w:history="1">
        <w:r w:rsidRPr="00A31832">
          <w:rPr>
            <w:rFonts w:cs="Arial"/>
            <w:kern w:val="0"/>
            <w:szCs w:val="20"/>
            <w:shd w:val="clear" w:color="auto" w:fill="FFFFFF"/>
          </w:rPr>
          <w:t>11/18</w:t>
        </w:r>
      </w:hyperlink>
      <w:r w:rsidRPr="00A31832">
        <w:rPr>
          <w:rFonts w:cs="Arial"/>
          <w:kern w:val="0"/>
          <w:szCs w:val="20"/>
          <w:shd w:val="clear" w:color="auto" w:fill="FFFFFF"/>
        </w:rPr>
        <w:t xml:space="preserve">, </w:t>
      </w:r>
      <w:hyperlink r:id="rId8" w:tgtFrame="_blank" w:tooltip="Zakon o spremembah in dopolnitvah Zakona o stvarnem premoženju države in samoupravnih lokalnih skupnost" w:history="1">
        <w:r w:rsidRPr="00A31832">
          <w:rPr>
            <w:rFonts w:cs="Arial"/>
            <w:kern w:val="0"/>
            <w:szCs w:val="20"/>
            <w:shd w:val="clear" w:color="auto" w:fill="FFFFFF"/>
          </w:rPr>
          <w:t>79/18</w:t>
        </w:r>
      </w:hyperlink>
      <w:r w:rsidRPr="00A31832">
        <w:rPr>
          <w:rFonts w:cs="Arial"/>
          <w:kern w:val="0"/>
          <w:szCs w:val="20"/>
          <w:shd w:val="clear" w:color="auto" w:fill="FFFFFF"/>
        </w:rPr>
        <w:t>, 78/23 – ZORR in 131/2023 - ZORZFS</w:t>
      </w:r>
      <w:r w:rsidRPr="00A31832">
        <w:rPr>
          <w:rFonts w:cs="Arial"/>
          <w:kern w:val="0"/>
          <w:szCs w:val="20"/>
        </w:rPr>
        <w:t>, v nadaljevanju: ZSPDSLS-1), Uredbe o stvarnem premoženju države in samoupravnih lokalnih skupnosti (Uradni list RS, št. 31/18</w:t>
      </w:r>
      <w:r w:rsidRPr="00A31832">
        <w:rPr>
          <w:rFonts w:cs="Arial"/>
          <w:bCs/>
          <w:kern w:val="0"/>
          <w:szCs w:val="20"/>
        </w:rPr>
        <w:t>), v sodelovanju s Podjetniškim inkubatorjem Perspektiva (PIP) objavlja</w:t>
      </w:r>
    </w:p>
    <w:p w14:paraId="3536DEC0" w14:textId="77777777" w:rsidR="0019142D" w:rsidRPr="00A31832" w:rsidRDefault="0019142D" w:rsidP="0019142D">
      <w:pPr>
        <w:jc w:val="both"/>
        <w:rPr>
          <w:rFonts w:cs="Arial"/>
          <w:kern w:val="0"/>
          <w:szCs w:val="20"/>
        </w:rPr>
      </w:pPr>
    </w:p>
    <w:p w14:paraId="150C3E53" w14:textId="77777777" w:rsidR="0019142D" w:rsidRPr="00A31832" w:rsidRDefault="0019142D" w:rsidP="0019142D">
      <w:pPr>
        <w:jc w:val="center"/>
        <w:rPr>
          <w:rFonts w:cs="Arial"/>
          <w:b/>
          <w:bCs/>
          <w:kern w:val="0"/>
          <w:szCs w:val="20"/>
        </w:rPr>
      </w:pPr>
      <w:bookmarkStart w:id="0" w:name="_Hlk152246098"/>
      <w:bookmarkStart w:id="1" w:name="_Hlk134093246"/>
      <w:r w:rsidRPr="00A31832">
        <w:rPr>
          <w:rFonts w:cs="Arial"/>
          <w:b/>
          <w:bCs/>
          <w:kern w:val="0"/>
          <w:szCs w:val="20"/>
        </w:rPr>
        <w:t>JAVNO ZBIRANJE PONUDB ZA ODDAJO PROSTOROV ZA PODJETNIŠKO SODELOVANJE  (COWORKING)</w:t>
      </w:r>
    </w:p>
    <w:p w14:paraId="11BFB013" w14:textId="77777777" w:rsidR="0019142D" w:rsidRPr="00A31832" w:rsidRDefault="0019142D" w:rsidP="0019142D">
      <w:pPr>
        <w:jc w:val="center"/>
        <w:rPr>
          <w:rFonts w:cs="Arial"/>
          <w:b/>
          <w:bCs/>
          <w:kern w:val="0"/>
          <w:szCs w:val="20"/>
        </w:rPr>
      </w:pPr>
      <w:r w:rsidRPr="00A31832">
        <w:rPr>
          <w:rFonts w:cs="Arial"/>
          <w:b/>
          <w:bCs/>
          <w:kern w:val="0"/>
          <w:szCs w:val="20"/>
        </w:rPr>
        <w:t>in</w:t>
      </w:r>
    </w:p>
    <w:p w14:paraId="01D28C0B" w14:textId="77777777" w:rsidR="0019142D" w:rsidRPr="00A31832" w:rsidRDefault="0019142D" w:rsidP="0019142D">
      <w:pPr>
        <w:jc w:val="center"/>
        <w:rPr>
          <w:rFonts w:cs="Arial"/>
          <w:b/>
          <w:bCs/>
          <w:kern w:val="0"/>
          <w:szCs w:val="20"/>
        </w:rPr>
      </w:pPr>
      <w:r w:rsidRPr="00A31832">
        <w:rPr>
          <w:rFonts w:cs="Arial"/>
          <w:b/>
          <w:bCs/>
          <w:kern w:val="0"/>
          <w:szCs w:val="20"/>
        </w:rPr>
        <w:t>VKLJUČITEV V PODJETNIŠKI INKUBATOR PERSPEKTIVA (PIP)</w:t>
      </w:r>
    </w:p>
    <w:bookmarkEnd w:id="0"/>
    <w:p w14:paraId="05532BE3" w14:textId="77777777" w:rsidR="0019142D" w:rsidRPr="00A31832" w:rsidRDefault="0019142D" w:rsidP="0019142D">
      <w:pPr>
        <w:jc w:val="center"/>
        <w:rPr>
          <w:rFonts w:cs="Arial"/>
          <w:b/>
          <w:bCs/>
          <w:kern w:val="0"/>
          <w:szCs w:val="20"/>
          <w:highlight w:val="yellow"/>
        </w:rPr>
      </w:pPr>
    </w:p>
    <w:bookmarkEnd w:id="1"/>
    <w:p w14:paraId="11B602DF" w14:textId="77777777" w:rsidR="0019142D" w:rsidRPr="00D43FA4" w:rsidRDefault="0019142D" w:rsidP="0019142D">
      <w:pPr>
        <w:jc w:val="both"/>
        <w:rPr>
          <w:rFonts w:cs="Arial"/>
          <w:b/>
          <w:i/>
          <w:kern w:val="0"/>
          <w:szCs w:val="20"/>
        </w:rPr>
      </w:pPr>
      <w:r w:rsidRPr="00D43FA4">
        <w:rPr>
          <w:rFonts w:cs="Arial"/>
          <w:b/>
          <w:i/>
          <w:kern w:val="0"/>
          <w:szCs w:val="20"/>
        </w:rPr>
        <w:t>1. Naziv in sedež organizatorja javnega zbiranja ponudb</w:t>
      </w:r>
    </w:p>
    <w:p w14:paraId="0E98D14C" w14:textId="77777777" w:rsidR="0019142D" w:rsidRPr="00D43FA4" w:rsidRDefault="0019142D" w:rsidP="0019142D">
      <w:pPr>
        <w:jc w:val="both"/>
        <w:rPr>
          <w:rFonts w:cs="Arial"/>
          <w:kern w:val="0"/>
          <w:szCs w:val="20"/>
        </w:rPr>
      </w:pPr>
      <w:r w:rsidRPr="00D43FA4">
        <w:rPr>
          <w:rFonts w:cs="Arial"/>
          <w:kern w:val="0"/>
          <w:szCs w:val="20"/>
        </w:rPr>
        <w:t>Občina Cerknica, Cesta 4. maja 53, 1380 Cerknica v sodelovanju s Podjetniškim inkubatorjem Perspektiva (PIP)</w:t>
      </w:r>
    </w:p>
    <w:p w14:paraId="17A21180" w14:textId="77777777" w:rsidR="0019142D" w:rsidRPr="00D43FA4" w:rsidRDefault="0019142D" w:rsidP="0019142D">
      <w:pPr>
        <w:jc w:val="both"/>
        <w:rPr>
          <w:rFonts w:cs="Arial"/>
          <w:kern w:val="0"/>
          <w:szCs w:val="20"/>
        </w:rPr>
      </w:pPr>
    </w:p>
    <w:p w14:paraId="3F861A84" w14:textId="77777777" w:rsidR="0019142D" w:rsidRPr="00D43FA4" w:rsidRDefault="0019142D" w:rsidP="0019142D">
      <w:pPr>
        <w:jc w:val="both"/>
        <w:rPr>
          <w:rFonts w:cs="Arial"/>
          <w:b/>
          <w:i/>
          <w:iCs/>
          <w:kern w:val="0"/>
          <w:szCs w:val="20"/>
        </w:rPr>
      </w:pPr>
      <w:r w:rsidRPr="00D43FA4">
        <w:rPr>
          <w:rFonts w:cs="Arial"/>
          <w:b/>
          <w:i/>
          <w:iCs/>
          <w:kern w:val="0"/>
          <w:szCs w:val="20"/>
        </w:rPr>
        <w:t xml:space="preserve">2. Predmet in cena oddaje </w:t>
      </w:r>
    </w:p>
    <w:p w14:paraId="14069454" w14:textId="77777777" w:rsidR="0019142D" w:rsidRPr="00D43FA4" w:rsidRDefault="0019142D" w:rsidP="0019142D">
      <w:pPr>
        <w:rPr>
          <w:rFonts w:cs="Arial"/>
          <w:b/>
          <w:kern w:val="0"/>
          <w:szCs w:val="20"/>
        </w:rPr>
      </w:pPr>
      <w:r w:rsidRPr="00D43FA4">
        <w:rPr>
          <w:rFonts w:cs="Arial"/>
          <w:b/>
          <w:kern w:val="0"/>
          <w:szCs w:val="20"/>
        </w:rPr>
        <w:t>OPIS PREDMETA ODDAJE:</w:t>
      </w:r>
    </w:p>
    <w:p w14:paraId="5B7515B5" w14:textId="77777777" w:rsidR="0019142D" w:rsidRPr="00D43FA4" w:rsidRDefault="0019142D" w:rsidP="0019142D">
      <w:pPr>
        <w:jc w:val="both"/>
        <w:rPr>
          <w:rFonts w:cs="Arial"/>
          <w:bCs/>
          <w:kern w:val="0"/>
          <w:szCs w:val="20"/>
        </w:rPr>
      </w:pPr>
      <w:r w:rsidRPr="00D43FA4">
        <w:rPr>
          <w:rFonts w:cs="Arial"/>
          <w:bCs/>
          <w:kern w:val="0"/>
          <w:szCs w:val="20"/>
        </w:rPr>
        <w:t xml:space="preserve">Občina Cerknica oddaja v najem delovno mesto v prostoru za podjetniško sodelovanje. Navedeni prostori se nahajajo v II. nadstropju, v stavbi na naslovu Partizanska 2a, Cerknica. </w:t>
      </w:r>
    </w:p>
    <w:p w14:paraId="35CEADA0" w14:textId="77777777" w:rsidR="0019142D" w:rsidRPr="00D43FA4" w:rsidRDefault="0019142D" w:rsidP="0019142D">
      <w:pPr>
        <w:jc w:val="both"/>
        <w:rPr>
          <w:rFonts w:cs="Arial"/>
          <w:bCs/>
          <w:kern w:val="0"/>
          <w:szCs w:val="20"/>
        </w:rPr>
      </w:pPr>
    </w:p>
    <w:p w14:paraId="54E7AA0A" w14:textId="77777777" w:rsidR="0019142D" w:rsidRPr="00D43FA4" w:rsidRDefault="0019142D" w:rsidP="0019142D">
      <w:pPr>
        <w:jc w:val="both"/>
        <w:rPr>
          <w:rFonts w:cs="Arial"/>
          <w:bCs/>
          <w:kern w:val="0"/>
          <w:szCs w:val="20"/>
        </w:rPr>
      </w:pPr>
      <w:r w:rsidRPr="00D43FA4">
        <w:rPr>
          <w:rFonts w:cs="Arial"/>
          <w:bCs/>
          <w:kern w:val="0"/>
          <w:szCs w:val="20"/>
        </w:rPr>
        <w:t>Na voljo sta dva med seboj povezana prostora – pisarna št. 19, v izmeri 26 m</w:t>
      </w:r>
      <w:r w:rsidRPr="00D43FA4">
        <w:rPr>
          <w:rFonts w:cs="Arial"/>
          <w:bCs/>
          <w:kern w:val="0"/>
          <w:szCs w:val="20"/>
          <w:vertAlign w:val="superscript"/>
        </w:rPr>
        <w:t>2</w:t>
      </w:r>
      <w:r w:rsidRPr="00D43FA4">
        <w:rPr>
          <w:rFonts w:cs="Arial"/>
          <w:bCs/>
          <w:kern w:val="0"/>
          <w:szCs w:val="20"/>
        </w:rPr>
        <w:t xml:space="preserve"> (dve delovni mesti) in pisarna št. 20, v izmeri 12,80 m</w:t>
      </w:r>
      <w:r w:rsidRPr="00D43FA4">
        <w:rPr>
          <w:rFonts w:cs="Arial"/>
          <w:bCs/>
          <w:kern w:val="0"/>
          <w:szCs w:val="20"/>
          <w:vertAlign w:val="superscript"/>
        </w:rPr>
        <w:t>2</w:t>
      </w:r>
      <w:r w:rsidRPr="00D43FA4">
        <w:rPr>
          <w:rFonts w:cs="Arial"/>
          <w:bCs/>
          <w:kern w:val="0"/>
          <w:szCs w:val="20"/>
        </w:rPr>
        <w:t xml:space="preserve"> (štiri delovna mesta). Delovno mesto, ki ga bo najemnik najel bo določeno naknadno, upoštevaje število prejetih ponudb.</w:t>
      </w:r>
    </w:p>
    <w:p w14:paraId="56733672" w14:textId="77777777" w:rsidR="0019142D" w:rsidRPr="00D43FA4" w:rsidRDefault="0019142D" w:rsidP="0019142D">
      <w:pPr>
        <w:jc w:val="both"/>
        <w:rPr>
          <w:rFonts w:cs="Arial"/>
          <w:bCs/>
          <w:kern w:val="0"/>
          <w:szCs w:val="20"/>
        </w:rPr>
      </w:pPr>
    </w:p>
    <w:p w14:paraId="1CFC9413" w14:textId="77777777" w:rsidR="0019142D" w:rsidRPr="00D43FA4" w:rsidRDefault="0019142D" w:rsidP="0019142D">
      <w:pPr>
        <w:jc w:val="both"/>
        <w:rPr>
          <w:rFonts w:cs="Arial"/>
          <w:bCs/>
          <w:kern w:val="0"/>
          <w:szCs w:val="20"/>
        </w:rPr>
      </w:pPr>
      <w:r w:rsidRPr="00D43FA4">
        <w:rPr>
          <w:rFonts w:cs="Arial"/>
          <w:bCs/>
          <w:kern w:val="0"/>
          <w:szCs w:val="20"/>
        </w:rPr>
        <w:t>Predmet oddaje v najem je šest delovnih mest.</w:t>
      </w:r>
    </w:p>
    <w:p w14:paraId="20C95C85" w14:textId="77777777" w:rsidR="0019142D" w:rsidRPr="00D43FA4" w:rsidRDefault="0019142D" w:rsidP="0019142D">
      <w:pPr>
        <w:jc w:val="both"/>
        <w:rPr>
          <w:rFonts w:cs="Arial"/>
          <w:bCs/>
          <w:kern w:val="0"/>
          <w:szCs w:val="20"/>
        </w:rPr>
      </w:pPr>
    </w:p>
    <w:p w14:paraId="67EF15F5" w14:textId="77777777" w:rsidR="0019142D" w:rsidRPr="00D43FA4" w:rsidRDefault="0019142D" w:rsidP="0019142D">
      <w:pPr>
        <w:jc w:val="both"/>
        <w:rPr>
          <w:rFonts w:eastAsia="Times New Roman" w:cs="Arial"/>
          <w:kern w:val="0"/>
          <w:szCs w:val="20"/>
        </w:rPr>
      </w:pPr>
      <w:r w:rsidRPr="00D43FA4">
        <w:rPr>
          <w:rFonts w:eastAsia="Times New Roman" w:cs="Arial"/>
          <w:kern w:val="0"/>
          <w:szCs w:val="20"/>
        </w:rPr>
        <w:t>K pisarni pripada še souporaba skupnih delov stavbe (skupni vhod, hodniki, skupne naprave).</w:t>
      </w:r>
    </w:p>
    <w:p w14:paraId="5A2A4852" w14:textId="77777777" w:rsidR="0019142D" w:rsidRPr="00D43FA4" w:rsidRDefault="0019142D" w:rsidP="0019142D">
      <w:pPr>
        <w:jc w:val="both"/>
        <w:rPr>
          <w:rFonts w:eastAsia="Times New Roman" w:cs="Arial"/>
          <w:kern w:val="0"/>
          <w:szCs w:val="20"/>
        </w:rPr>
      </w:pPr>
    </w:p>
    <w:p w14:paraId="23255658" w14:textId="77777777" w:rsidR="0019142D" w:rsidRPr="00D43FA4" w:rsidRDefault="0019142D" w:rsidP="0019142D">
      <w:pPr>
        <w:jc w:val="both"/>
        <w:rPr>
          <w:rFonts w:eastAsia="Times New Roman" w:cs="Arial"/>
          <w:kern w:val="0"/>
          <w:szCs w:val="20"/>
        </w:rPr>
      </w:pPr>
      <w:r w:rsidRPr="00D43FA4">
        <w:rPr>
          <w:rFonts w:eastAsia="Times New Roman" w:cs="Arial"/>
          <w:kern w:val="0"/>
          <w:szCs w:val="20"/>
        </w:rPr>
        <w:t>Za predmetno stavbo je bila že izdelana merjena energetska izkaznica, ki velja do 10. 9. 2025 in je javno dostopna na prostorskem portalu RS, kjer se z njo lahko seznani vsak potencialni ponudnik.</w:t>
      </w:r>
    </w:p>
    <w:p w14:paraId="6A6E3EAA" w14:textId="77777777" w:rsidR="0019142D" w:rsidRPr="00D43FA4" w:rsidRDefault="0019142D" w:rsidP="0019142D">
      <w:pPr>
        <w:jc w:val="both"/>
        <w:rPr>
          <w:rFonts w:eastAsia="Times New Roman" w:cs="Arial"/>
          <w:kern w:val="0"/>
          <w:szCs w:val="20"/>
        </w:rPr>
      </w:pPr>
    </w:p>
    <w:p w14:paraId="2266F1A7" w14:textId="77777777" w:rsidR="0019142D" w:rsidRPr="00D43FA4" w:rsidRDefault="0019142D" w:rsidP="0019142D">
      <w:pPr>
        <w:jc w:val="both"/>
        <w:rPr>
          <w:rFonts w:eastAsia="Times New Roman" w:cs="Arial"/>
          <w:kern w:val="0"/>
          <w:szCs w:val="20"/>
        </w:rPr>
      </w:pPr>
      <w:r w:rsidRPr="00D43FA4">
        <w:rPr>
          <w:rFonts w:eastAsia="Times New Roman" w:cs="Arial"/>
          <w:kern w:val="0"/>
          <w:szCs w:val="20"/>
        </w:rPr>
        <w:t xml:space="preserve">Nepremičnina se oddaja v najem po sistemu »videno – najeto«. </w:t>
      </w:r>
    </w:p>
    <w:p w14:paraId="62514ABD" w14:textId="77777777" w:rsidR="0019142D" w:rsidRPr="00D43FA4" w:rsidRDefault="0019142D" w:rsidP="0019142D">
      <w:pPr>
        <w:jc w:val="both"/>
        <w:rPr>
          <w:rFonts w:cs="Arial"/>
          <w:bCs/>
          <w:kern w:val="0"/>
          <w:szCs w:val="20"/>
        </w:rPr>
      </w:pPr>
    </w:p>
    <w:p w14:paraId="63AD21E7" w14:textId="77777777" w:rsidR="0019142D" w:rsidRPr="00D43FA4" w:rsidRDefault="0019142D" w:rsidP="0019142D">
      <w:pPr>
        <w:jc w:val="both"/>
        <w:rPr>
          <w:rFonts w:cs="Arial"/>
          <w:bCs/>
          <w:kern w:val="0"/>
          <w:szCs w:val="20"/>
        </w:rPr>
      </w:pPr>
      <w:r w:rsidRPr="00D43FA4">
        <w:rPr>
          <w:rFonts w:cs="Arial"/>
          <w:bCs/>
          <w:kern w:val="0"/>
          <w:szCs w:val="20"/>
        </w:rPr>
        <w:t xml:space="preserve">Cena najema se obračuna skladno z veljavnim Cenikom najema poslovnih prostorov Občine Cerknica, št. 007-0002/2019 z dne 20. 11. 2023. </w:t>
      </w:r>
    </w:p>
    <w:p w14:paraId="03FA94AE" w14:textId="77777777" w:rsidR="0019142D" w:rsidRPr="00D43FA4" w:rsidRDefault="0019142D" w:rsidP="0019142D">
      <w:pPr>
        <w:jc w:val="both"/>
        <w:rPr>
          <w:rFonts w:cs="Arial"/>
          <w:b/>
          <w:i/>
          <w:kern w:val="0"/>
          <w:szCs w:val="20"/>
        </w:rPr>
      </w:pPr>
    </w:p>
    <w:p w14:paraId="3F26910E" w14:textId="77777777" w:rsidR="0019142D" w:rsidRPr="00D43FA4" w:rsidRDefault="0019142D" w:rsidP="0019142D">
      <w:pPr>
        <w:jc w:val="both"/>
        <w:rPr>
          <w:rFonts w:cs="Arial"/>
          <w:b/>
          <w:i/>
          <w:kern w:val="0"/>
          <w:szCs w:val="20"/>
        </w:rPr>
      </w:pPr>
      <w:r w:rsidRPr="00D43FA4">
        <w:rPr>
          <w:rFonts w:cs="Arial"/>
          <w:b/>
          <w:i/>
          <w:kern w:val="0"/>
          <w:szCs w:val="20"/>
        </w:rPr>
        <w:t>3. Način, mesto in čas oddaje ponudbe</w:t>
      </w:r>
    </w:p>
    <w:p w14:paraId="4597A89E" w14:textId="060EE0F2" w:rsidR="0019142D" w:rsidRPr="007B4273" w:rsidRDefault="0019142D" w:rsidP="0019142D">
      <w:pPr>
        <w:jc w:val="both"/>
        <w:rPr>
          <w:rFonts w:cs="Arial"/>
          <w:kern w:val="0"/>
          <w:szCs w:val="20"/>
        </w:rPr>
      </w:pPr>
      <w:r w:rsidRPr="007B4273">
        <w:rPr>
          <w:rFonts w:cs="Arial"/>
          <w:kern w:val="0"/>
          <w:szCs w:val="20"/>
        </w:rPr>
        <w:t>Ponudniki naj svoje pisne ponudbe oddajo osebno ali po pošti, kot priporočeno pošiljko (velja datum poštnega žiga), na naslov Občina Cerknica, Cesta 4. maja 53, 1380 Cerknica, najkasneje do 1</w:t>
      </w:r>
      <w:r w:rsidR="00BD6962">
        <w:rPr>
          <w:rFonts w:cs="Arial"/>
          <w:kern w:val="0"/>
          <w:szCs w:val="20"/>
        </w:rPr>
        <w:t>3</w:t>
      </w:r>
      <w:r w:rsidRPr="007B4273">
        <w:rPr>
          <w:rFonts w:cs="Arial"/>
          <w:kern w:val="0"/>
          <w:szCs w:val="20"/>
        </w:rPr>
        <w:t>. 1. 2024. Ponudba se šteje za pravočasno, če je oddana priporočeno po pošti do vključno zadnji dan prijave, t. j. 1</w:t>
      </w:r>
      <w:r w:rsidR="00BD6962">
        <w:rPr>
          <w:rFonts w:cs="Arial"/>
          <w:kern w:val="0"/>
          <w:szCs w:val="20"/>
        </w:rPr>
        <w:t>3</w:t>
      </w:r>
      <w:r w:rsidRPr="007B4273">
        <w:rPr>
          <w:rFonts w:cs="Arial"/>
          <w:kern w:val="0"/>
          <w:szCs w:val="20"/>
        </w:rPr>
        <w:t>. 1. 2024, ali najkasneje do 11. ure tega dne oddana na Občini Cerknica.</w:t>
      </w:r>
    </w:p>
    <w:p w14:paraId="662C89C4" w14:textId="77777777" w:rsidR="0019142D" w:rsidRPr="007D7A0C" w:rsidRDefault="0019142D" w:rsidP="0019142D">
      <w:pPr>
        <w:jc w:val="both"/>
        <w:rPr>
          <w:rFonts w:cs="Arial"/>
          <w:kern w:val="0"/>
          <w:szCs w:val="20"/>
        </w:rPr>
      </w:pPr>
    </w:p>
    <w:p w14:paraId="55AE1246" w14:textId="77777777" w:rsidR="0019142D" w:rsidRPr="007D7A0C" w:rsidRDefault="0019142D" w:rsidP="0019142D">
      <w:pPr>
        <w:jc w:val="both"/>
        <w:rPr>
          <w:rFonts w:cs="Arial"/>
          <w:kern w:val="0"/>
          <w:szCs w:val="20"/>
        </w:rPr>
      </w:pPr>
      <w:r w:rsidRPr="007D7A0C">
        <w:rPr>
          <w:rFonts w:cs="Arial"/>
          <w:kern w:val="0"/>
          <w:szCs w:val="20"/>
        </w:rPr>
        <w:t>Ponudbe morajo biti oddane v ustrezno opremljeni zaprti ovojnici. Razpisni dokumentaciji je priložen obrazec pravilne opreme ovojnice, ki ga nalepite na prednjo stran ovojnice.</w:t>
      </w:r>
    </w:p>
    <w:p w14:paraId="11FFDAC1" w14:textId="77777777" w:rsidR="0019142D" w:rsidRPr="007D7A0C" w:rsidRDefault="0019142D" w:rsidP="0019142D">
      <w:pPr>
        <w:jc w:val="both"/>
        <w:rPr>
          <w:rFonts w:cs="Arial"/>
          <w:kern w:val="0"/>
          <w:szCs w:val="20"/>
        </w:rPr>
      </w:pPr>
    </w:p>
    <w:p w14:paraId="1F77D0FE" w14:textId="77777777" w:rsidR="0019142D" w:rsidRPr="007D7A0C" w:rsidRDefault="0019142D" w:rsidP="0019142D">
      <w:pPr>
        <w:jc w:val="both"/>
        <w:rPr>
          <w:rFonts w:cs="Arial"/>
          <w:kern w:val="0"/>
          <w:szCs w:val="20"/>
        </w:rPr>
      </w:pPr>
      <w:r w:rsidRPr="007D7A0C">
        <w:rPr>
          <w:rFonts w:cs="Arial"/>
          <w:kern w:val="0"/>
          <w:szCs w:val="20"/>
        </w:rPr>
        <w:t>Pri javnem zbiranju ponudb kot ponudniki ne smejo sodelovati cenilec in člani komisije ter z njimi povezane osebe. Najugodnejši ponudnik mora pred sklenitvijo pogodbe podati izjavo, da ni povezana oseba.</w:t>
      </w:r>
    </w:p>
    <w:p w14:paraId="52996090" w14:textId="77777777" w:rsidR="0019142D" w:rsidRPr="007D7A0C" w:rsidRDefault="0019142D" w:rsidP="0019142D">
      <w:pPr>
        <w:jc w:val="both"/>
        <w:rPr>
          <w:rFonts w:cs="Arial"/>
          <w:kern w:val="0"/>
          <w:szCs w:val="20"/>
        </w:rPr>
      </w:pPr>
    </w:p>
    <w:p w14:paraId="611A484E" w14:textId="77777777" w:rsidR="0019142D" w:rsidRPr="000E50E3" w:rsidRDefault="0019142D" w:rsidP="0019142D">
      <w:pPr>
        <w:jc w:val="both"/>
        <w:rPr>
          <w:rFonts w:cs="Arial"/>
          <w:kern w:val="0"/>
          <w:szCs w:val="20"/>
        </w:rPr>
      </w:pPr>
      <w:r w:rsidRPr="000E50E3">
        <w:rPr>
          <w:rFonts w:cs="Arial"/>
          <w:kern w:val="0"/>
          <w:szCs w:val="20"/>
        </w:rPr>
        <w:t>Za povezano osebo se štejejo:</w:t>
      </w:r>
    </w:p>
    <w:p w14:paraId="4854C9ED" w14:textId="77777777" w:rsidR="0019142D" w:rsidRPr="000E50E3" w:rsidRDefault="0019142D" w:rsidP="0019142D">
      <w:pPr>
        <w:pStyle w:val="Odstavekseznama"/>
        <w:numPr>
          <w:ilvl w:val="0"/>
          <w:numId w:val="3"/>
        </w:numPr>
        <w:jc w:val="both"/>
        <w:rPr>
          <w:rFonts w:cs="Arial"/>
          <w:kern w:val="0"/>
          <w:szCs w:val="20"/>
        </w:rPr>
      </w:pPr>
      <w:r w:rsidRPr="000E50E3">
        <w:rPr>
          <w:rFonts w:cs="Arial"/>
          <w:kern w:val="0"/>
          <w:szCs w:val="20"/>
        </w:rPr>
        <w:t>fizična oseba, ki je s članom komisije ali cenilcem v krvnem sorodstvu v ravni vrsti do katerega koli kolena, v stranski vrsti pa do tretjega kolena, ali ki je s članom komisije ali cenilcem v zakonu, zunajzakonski skupnosti, sklenjeni ali nesklenjeni partnerski zvezi ali v svaštvu do drugega kolena, ne glede na to, ali je zakonska zveza oziroma partnerska zveza prenehala ali ne,</w:t>
      </w:r>
    </w:p>
    <w:p w14:paraId="77D37105" w14:textId="77777777" w:rsidR="0019142D" w:rsidRPr="000E50E3" w:rsidRDefault="0019142D" w:rsidP="0019142D">
      <w:pPr>
        <w:pStyle w:val="Odstavekseznama"/>
        <w:numPr>
          <w:ilvl w:val="0"/>
          <w:numId w:val="3"/>
        </w:numPr>
        <w:jc w:val="both"/>
        <w:rPr>
          <w:rFonts w:cs="Arial"/>
          <w:kern w:val="0"/>
          <w:szCs w:val="20"/>
        </w:rPr>
      </w:pPr>
      <w:r w:rsidRPr="000E50E3">
        <w:rPr>
          <w:rFonts w:cs="Arial"/>
          <w:kern w:val="0"/>
          <w:szCs w:val="20"/>
        </w:rPr>
        <w:lastRenderedPageBreak/>
        <w:t>fizična oseba, ki je s članom komisije ali cenilcem v odnosu skrbništva ali posvojenca oziroma posvojitelja,</w:t>
      </w:r>
    </w:p>
    <w:p w14:paraId="05A3CA8D" w14:textId="77777777" w:rsidR="0019142D" w:rsidRPr="000E50E3" w:rsidRDefault="0019142D" w:rsidP="0019142D">
      <w:pPr>
        <w:pStyle w:val="Odstavekseznama"/>
        <w:numPr>
          <w:ilvl w:val="0"/>
          <w:numId w:val="3"/>
        </w:numPr>
        <w:jc w:val="both"/>
        <w:rPr>
          <w:rFonts w:cs="Arial"/>
          <w:kern w:val="0"/>
          <w:szCs w:val="20"/>
        </w:rPr>
      </w:pPr>
      <w:r w:rsidRPr="000E50E3">
        <w:rPr>
          <w:rFonts w:cs="Arial"/>
          <w:kern w:val="0"/>
          <w:szCs w:val="20"/>
        </w:rPr>
        <w:t>pravna oseba, v kapitalu katere ima član komisije ali cenilec delež večji od 50 odstotkov in</w:t>
      </w:r>
    </w:p>
    <w:p w14:paraId="779E2EE7" w14:textId="77777777" w:rsidR="0019142D" w:rsidRPr="000E50E3" w:rsidRDefault="0019142D" w:rsidP="0019142D">
      <w:pPr>
        <w:pStyle w:val="Odstavekseznama"/>
        <w:numPr>
          <w:ilvl w:val="0"/>
          <w:numId w:val="3"/>
        </w:numPr>
        <w:jc w:val="both"/>
        <w:rPr>
          <w:rFonts w:cs="Arial"/>
          <w:kern w:val="0"/>
          <w:szCs w:val="20"/>
        </w:rPr>
      </w:pPr>
      <w:r w:rsidRPr="000E50E3">
        <w:rPr>
          <w:rFonts w:cs="Arial"/>
          <w:kern w:val="0"/>
          <w:szCs w:val="20"/>
        </w:rPr>
        <w:t>druge osebe, s katerimi je glede na znane okoliščine ali na kakršnem koli pravnem temelju povezan član komisije ali cenilec, tako da zaradi te povezave obstaja dvom o njegovi nepristranskosti pri opravljanju funkcije člana komisije ali cenilca.</w:t>
      </w:r>
    </w:p>
    <w:p w14:paraId="0A7A5027" w14:textId="77777777" w:rsidR="0019142D" w:rsidRPr="000E50E3" w:rsidRDefault="0019142D" w:rsidP="0019142D">
      <w:pPr>
        <w:jc w:val="both"/>
        <w:rPr>
          <w:rFonts w:cs="Arial"/>
          <w:kern w:val="0"/>
          <w:szCs w:val="20"/>
          <w:highlight w:val="yellow"/>
        </w:rPr>
      </w:pPr>
    </w:p>
    <w:p w14:paraId="1161A1F1" w14:textId="77777777" w:rsidR="0019142D" w:rsidRPr="000E50E3" w:rsidRDefault="0019142D" w:rsidP="0019142D">
      <w:pPr>
        <w:jc w:val="both"/>
        <w:rPr>
          <w:rFonts w:cs="Arial"/>
          <w:kern w:val="0"/>
          <w:szCs w:val="20"/>
        </w:rPr>
      </w:pPr>
      <w:bookmarkStart w:id="2" w:name="_Hlk134093493"/>
      <w:r w:rsidRPr="000E50E3">
        <w:rPr>
          <w:rFonts w:cs="Arial"/>
          <w:kern w:val="0"/>
          <w:szCs w:val="20"/>
        </w:rPr>
        <w:t>Pisna ponudba mora vsebovati:</w:t>
      </w:r>
    </w:p>
    <w:p w14:paraId="698E4FBF" w14:textId="77777777" w:rsidR="0019142D" w:rsidRPr="000E50E3" w:rsidRDefault="0019142D" w:rsidP="0019142D">
      <w:pPr>
        <w:numPr>
          <w:ilvl w:val="0"/>
          <w:numId w:val="1"/>
        </w:numPr>
        <w:jc w:val="both"/>
        <w:rPr>
          <w:rFonts w:cs="Arial"/>
          <w:kern w:val="0"/>
          <w:szCs w:val="20"/>
        </w:rPr>
      </w:pPr>
      <w:r w:rsidRPr="000E50E3">
        <w:rPr>
          <w:rFonts w:cs="Arial"/>
          <w:kern w:val="0"/>
          <w:szCs w:val="20"/>
        </w:rPr>
        <w:t>izpolnjene obrazce iz razpisne dokumentacije (Ponudba za najem prostora za podjetniško sodelovanje (coworking), Izjava o strinjanju s pogoji javnega zbiranja ponudb, na zadnji strani podpisan vzorec pogodbe, potrdilo o oddaji prijavnega obrazca za vključitev v PIP);</w:t>
      </w:r>
    </w:p>
    <w:p w14:paraId="1396513E" w14:textId="77777777" w:rsidR="0019142D" w:rsidRPr="000E50E3" w:rsidRDefault="0019142D" w:rsidP="0019142D">
      <w:pPr>
        <w:numPr>
          <w:ilvl w:val="0"/>
          <w:numId w:val="1"/>
        </w:numPr>
        <w:jc w:val="both"/>
        <w:rPr>
          <w:rFonts w:cs="Arial"/>
          <w:kern w:val="0"/>
          <w:szCs w:val="20"/>
        </w:rPr>
      </w:pPr>
      <w:r w:rsidRPr="000E50E3">
        <w:rPr>
          <w:rFonts w:cs="Arial"/>
          <w:kern w:val="0"/>
          <w:szCs w:val="20"/>
        </w:rPr>
        <w:t>pravne osebe morajo k vlogi priložiti fotokopijo izpiska iz sodnega registra, ki ne sme biti starejši od 30 dni, od dneva oddaje ponudbe, samostojni podjetniki morajo priložiti fotokopijo izpisa iz poslovnega registra, fizične osebe pa fotokopijo veljavnega osebnega dokumenta;</w:t>
      </w:r>
    </w:p>
    <w:p w14:paraId="08B77EDC" w14:textId="77777777" w:rsidR="0019142D" w:rsidRPr="000E50E3" w:rsidRDefault="0019142D" w:rsidP="0019142D">
      <w:pPr>
        <w:numPr>
          <w:ilvl w:val="0"/>
          <w:numId w:val="1"/>
        </w:numPr>
        <w:jc w:val="both"/>
        <w:rPr>
          <w:rFonts w:cs="Arial"/>
          <w:kern w:val="0"/>
          <w:szCs w:val="20"/>
        </w:rPr>
      </w:pPr>
      <w:r w:rsidRPr="000E50E3">
        <w:rPr>
          <w:rFonts w:cs="Arial"/>
          <w:kern w:val="0"/>
          <w:szCs w:val="20"/>
        </w:rPr>
        <w:t>potrdilo Finančne uprave Republike Slovenije o poravnanih davkih in drugih obveznih dajatvah, ki jim je potekel rok plačila, potrdilo ne sme biti starejše od 30 dni od dneva oddaje ponudbe.</w:t>
      </w:r>
    </w:p>
    <w:bookmarkEnd w:id="2"/>
    <w:p w14:paraId="028A6E68" w14:textId="77777777" w:rsidR="0019142D" w:rsidRPr="000E50E3" w:rsidRDefault="0019142D" w:rsidP="0019142D">
      <w:pPr>
        <w:jc w:val="both"/>
        <w:rPr>
          <w:rFonts w:cs="Arial"/>
          <w:b/>
          <w:i/>
          <w:kern w:val="0"/>
          <w:szCs w:val="20"/>
        </w:rPr>
      </w:pPr>
    </w:p>
    <w:p w14:paraId="13BA2CE7" w14:textId="77777777" w:rsidR="0019142D" w:rsidRPr="000E50E3" w:rsidRDefault="0019142D" w:rsidP="0019142D">
      <w:pPr>
        <w:jc w:val="both"/>
        <w:rPr>
          <w:rFonts w:cs="Arial"/>
          <w:b/>
          <w:i/>
          <w:kern w:val="0"/>
          <w:szCs w:val="20"/>
        </w:rPr>
      </w:pPr>
      <w:r w:rsidRPr="000E50E3">
        <w:rPr>
          <w:rFonts w:cs="Arial"/>
          <w:b/>
          <w:i/>
          <w:kern w:val="0"/>
          <w:szCs w:val="20"/>
        </w:rPr>
        <w:t>4. Odpiranje ponudb</w:t>
      </w:r>
    </w:p>
    <w:p w14:paraId="68595855" w14:textId="77777777" w:rsidR="0019142D" w:rsidRPr="000E50E3" w:rsidRDefault="0019142D" w:rsidP="0019142D">
      <w:pPr>
        <w:jc w:val="both"/>
        <w:rPr>
          <w:rFonts w:cs="Arial"/>
          <w:kern w:val="0"/>
          <w:szCs w:val="20"/>
        </w:rPr>
      </w:pPr>
      <w:r w:rsidRPr="000E50E3">
        <w:rPr>
          <w:rFonts w:cs="Arial"/>
          <w:kern w:val="0"/>
          <w:szCs w:val="20"/>
        </w:rPr>
        <w:t xml:space="preserve">Prispele ponudbe odpira in obravnava strokovna komisija, ki jo imenuje župan (v nadaljevanju: komisija). Odpiranje ponudb ni javno. </w:t>
      </w:r>
    </w:p>
    <w:p w14:paraId="469EB17C" w14:textId="77777777" w:rsidR="0019142D" w:rsidRPr="000E50E3" w:rsidRDefault="0019142D" w:rsidP="0019142D">
      <w:pPr>
        <w:jc w:val="both"/>
        <w:rPr>
          <w:rFonts w:cs="Arial"/>
          <w:kern w:val="0"/>
          <w:szCs w:val="20"/>
        </w:rPr>
      </w:pPr>
    </w:p>
    <w:p w14:paraId="510BBE82" w14:textId="77777777" w:rsidR="0019142D" w:rsidRPr="000E50E3" w:rsidRDefault="0019142D" w:rsidP="0019142D">
      <w:pPr>
        <w:jc w:val="both"/>
        <w:rPr>
          <w:rFonts w:cs="Arial"/>
          <w:kern w:val="0"/>
          <w:szCs w:val="20"/>
        </w:rPr>
      </w:pPr>
      <w:r w:rsidRPr="000E50E3">
        <w:rPr>
          <w:rFonts w:cs="Arial"/>
          <w:kern w:val="0"/>
          <w:szCs w:val="20"/>
        </w:rPr>
        <w:t>Komisija bo v roku 10 dni po končanem razpisu odprla pravočasno prejete ponudbe in ugotovila ustreznost ponudb. Nepravočasno prispele ponudbe bo komisija s sklepom zavrgla. V kolikor bo komisija ugotovila, da ponudba ni popolna oziroma je nerazumljiva, bo ponudnika pozvala, da v roku 5 dni od prejema poziva ponudbo popravi oziroma jo ustrezno dopolni. Dopolnjeno ponudbo morajo ponudniki dostaviti osebno ali po pošti, kot priporočeno pošiljko (velja datum poštnega žiga), na naslov Občina Cerknica, Cesta 4. maja 53, 1380 Cerknica. Šteje se, da je dopolnjena ponudba prispela pravočasno, če je bila do vključno zadnji dan roka za oddajo dopolnjene ponudbe oddana priporočeno po pošti ali do vključno tega dne oddana osebno na Občini Cerknica.</w:t>
      </w:r>
    </w:p>
    <w:p w14:paraId="4A98609C" w14:textId="77777777" w:rsidR="0019142D" w:rsidRPr="000E50E3" w:rsidRDefault="0019142D" w:rsidP="0019142D">
      <w:pPr>
        <w:jc w:val="both"/>
        <w:rPr>
          <w:rFonts w:cs="Arial"/>
          <w:kern w:val="0"/>
          <w:szCs w:val="20"/>
        </w:rPr>
      </w:pPr>
    </w:p>
    <w:p w14:paraId="52BF2347" w14:textId="77777777" w:rsidR="0019142D" w:rsidRPr="000E50E3" w:rsidRDefault="0019142D" w:rsidP="0019142D">
      <w:pPr>
        <w:pStyle w:val="Brezrazmikov"/>
        <w:jc w:val="both"/>
        <w:rPr>
          <w:rFonts w:ascii="Arial" w:hAnsi="Arial" w:cs="Arial"/>
          <w:sz w:val="20"/>
          <w:szCs w:val="20"/>
        </w:rPr>
      </w:pPr>
      <w:r w:rsidRPr="000E50E3">
        <w:rPr>
          <w:rFonts w:ascii="Arial" w:hAnsi="Arial" w:cs="Arial"/>
          <w:sz w:val="20"/>
          <w:szCs w:val="20"/>
        </w:rPr>
        <w:t>Ponudbe morajo biti oddane v zaprti ovojnici, z oznako: "Ne odpiraj, javno zbiranje ponudb -Podjetniško sodelovanje, dopolnjena ponudba.".</w:t>
      </w:r>
    </w:p>
    <w:p w14:paraId="09B93622" w14:textId="77777777" w:rsidR="0019142D" w:rsidRPr="000E50E3" w:rsidRDefault="0019142D" w:rsidP="0019142D">
      <w:pPr>
        <w:pStyle w:val="Brezrazmikov"/>
        <w:jc w:val="both"/>
        <w:rPr>
          <w:rFonts w:ascii="Arial" w:hAnsi="Arial" w:cs="Arial"/>
          <w:sz w:val="20"/>
          <w:szCs w:val="20"/>
        </w:rPr>
      </w:pPr>
    </w:p>
    <w:p w14:paraId="215E79F0" w14:textId="77777777" w:rsidR="0019142D" w:rsidRPr="000E50E3" w:rsidRDefault="0019142D" w:rsidP="0019142D">
      <w:pPr>
        <w:pStyle w:val="Brezrazmikov"/>
        <w:jc w:val="both"/>
        <w:rPr>
          <w:rFonts w:ascii="Arial" w:hAnsi="Arial" w:cs="Arial"/>
          <w:sz w:val="20"/>
          <w:szCs w:val="20"/>
        </w:rPr>
      </w:pPr>
      <w:r w:rsidRPr="000E50E3">
        <w:rPr>
          <w:rFonts w:ascii="Arial" w:hAnsi="Arial" w:cs="Arial"/>
          <w:sz w:val="20"/>
          <w:szCs w:val="20"/>
        </w:rPr>
        <w:t>Na hrbtni strani ovojnice morata biti navedena naziv in polni naslov pošiljatelja ponudbe.</w:t>
      </w:r>
    </w:p>
    <w:p w14:paraId="4078BFE2" w14:textId="77777777" w:rsidR="0019142D" w:rsidRPr="00780022" w:rsidRDefault="0019142D" w:rsidP="0019142D">
      <w:pPr>
        <w:jc w:val="both"/>
        <w:rPr>
          <w:rFonts w:cs="Arial"/>
          <w:kern w:val="0"/>
          <w:szCs w:val="20"/>
        </w:rPr>
      </w:pPr>
    </w:p>
    <w:p w14:paraId="736616D1" w14:textId="77777777" w:rsidR="0019142D" w:rsidRPr="00780022" w:rsidRDefault="0019142D" w:rsidP="0019142D">
      <w:pPr>
        <w:jc w:val="both"/>
        <w:rPr>
          <w:rFonts w:cs="Arial"/>
          <w:kern w:val="0"/>
          <w:szCs w:val="20"/>
        </w:rPr>
      </w:pPr>
      <w:r w:rsidRPr="00780022">
        <w:rPr>
          <w:rFonts w:cs="Arial"/>
          <w:kern w:val="0"/>
          <w:szCs w:val="20"/>
        </w:rPr>
        <w:t>Komisija bo v roku enega meseca ocenila ponudbe skladno z merili in na podlagi števila točk podala svojo oceno. Izbrani bodo tisti ponudniki, ki bodo zbrali največ točk. V primeru ponudb, ki dobijo isto število točk, komisija določi najboljšega ponudnika z žrebom.</w:t>
      </w:r>
    </w:p>
    <w:p w14:paraId="2E864856" w14:textId="77777777" w:rsidR="0019142D" w:rsidRPr="006C30B2" w:rsidRDefault="0019142D" w:rsidP="0019142D">
      <w:pPr>
        <w:jc w:val="both"/>
        <w:rPr>
          <w:rFonts w:cs="Arial"/>
          <w:kern w:val="0"/>
          <w:szCs w:val="20"/>
        </w:rPr>
      </w:pPr>
    </w:p>
    <w:p w14:paraId="7091E12F" w14:textId="77777777" w:rsidR="0019142D" w:rsidRPr="006C30B2" w:rsidRDefault="0019142D" w:rsidP="0019142D">
      <w:pPr>
        <w:jc w:val="both"/>
        <w:rPr>
          <w:rFonts w:cs="Arial"/>
          <w:b/>
          <w:kern w:val="0"/>
          <w:szCs w:val="20"/>
        </w:rPr>
      </w:pPr>
      <w:r w:rsidRPr="006C30B2">
        <w:rPr>
          <w:rFonts w:cs="Arial"/>
          <w:b/>
          <w:kern w:val="0"/>
          <w:szCs w:val="20"/>
        </w:rPr>
        <w:t>5. Rok vezanosti ponudnikov na dano ponudbo</w:t>
      </w:r>
    </w:p>
    <w:p w14:paraId="2778AF07" w14:textId="77777777" w:rsidR="0019142D" w:rsidRPr="006C30B2" w:rsidRDefault="0019142D" w:rsidP="0019142D">
      <w:pPr>
        <w:jc w:val="both"/>
        <w:rPr>
          <w:rFonts w:cs="Arial"/>
          <w:kern w:val="0"/>
          <w:szCs w:val="20"/>
        </w:rPr>
      </w:pPr>
      <w:r w:rsidRPr="006C30B2">
        <w:rPr>
          <w:rFonts w:cs="Arial"/>
          <w:kern w:val="0"/>
          <w:szCs w:val="20"/>
        </w:rPr>
        <w:t>Ponudnik se z oddajo ponudbe strinja, da slednja velja dva meseca od dneva prejema popolne ponudbe na Občino Cerknica.</w:t>
      </w:r>
    </w:p>
    <w:p w14:paraId="5BDF6932" w14:textId="77777777" w:rsidR="0019142D" w:rsidRPr="006C30B2" w:rsidRDefault="0019142D" w:rsidP="0019142D">
      <w:pPr>
        <w:jc w:val="both"/>
        <w:rPr>
          <w:rFonts w:cs="Arial"/>
          <w:kern w:val="0"/>
          <w:szCs w:val="20"/>
          <w:highlight w:val="yellow"/>
        </w:rPr>
      </w:pPr>
    </w:p>
    <w:p w14:paraId="24D39236" w14:textId="77777777" w:rsidR="0019142D" w:rsidRPr="006C30B2" w:rsidRDefault="0019142D" w:rsidP="0019142D">
      <w:pPr>
        <w:jc w:val="both"/>
        <w:rPr>
          <w:rFonts w:cs="Arial"/>
          <w:b/>
          <w:bCs/>
          <w:kern w:val="0"/>
          <w:szCs w:val="20"/>
        </w:rPr>
      </w:pPr>
      <w:r w:rsidRPr="006C30B2">
        <w:rPr>
          <w:rFonts w:cs="Arial"/>
          <w:b/>
          <w:bCs/>
          <w:kern w:val="0"/>
          <w:szCs w:val="20"/>
        </w:rPr>
        <w:t>6. Merila za izbor</w:t>
      </w:r>
    </w:p>
    <w:p w14:paraId="639CDC6F" w14:textId="77777777" w:rsidR="0019142D" w:rsidRPr="006C30B2" w:rsidRDefault="0019142D" w:rsidP="0019142D">
      <w:pPr>
        <w:autoSpaceDE w:val="0"/>
        <w:autoSpaceDN w:val="0"/>
        <w:adjustRightInd w:val="0"/>
        <w:jc w:val="both"/>
        <w:rPr>
          <w:rFonts w:eastAsia="Times New Roman" w:cs="Arial"/>
          <w:bCs/>
          <w:kern w:val="0"/>
          <w:szCs w:val="20"/>
          <w:lang w:eastAsia="sl-SI"/>
        </w:rPr>
      </w:pPr>
      <w:r w:rsidRPr="006C30B2">
        <w:rPr>
          <w:rFonts w:eastAsia="Times New Roman" w:cs="Arial"/>
          <w:kern w:val="0"/>
          <w:szCs w:val="20"/>
          <w:lang w:eastAsia="sl-SI"/>
        </w:rPr>
        <w:t xml:space="preserve">Merila za izbor predstavljajo ponudnikom usmeritve pri pripravi ponudbe, komisiji pa podlago za ocenjevanje ponudb. </w:t>
      </w:r>
    </w:p>
    <w:tbl>
      <w:tblPr>
        <w:tblW w:w="8784" w:type="dxa"/>
        <w:tblLayout w:type="fixed"/>
        <w:tblCellMar>
          <w:left w:w="70" w:type="dxa"/>
          <w:right w:w="70" w:type="dxa"/>
        </w:tblCellMar>
        <w:tblLook w:val="04A0" w:firstRow="1" w:lastRow="0" w:firstColumn="1" w:lastColumn="0" w:noHBand="0" w:noVBand="1"/>
      </w:tblPr>
      <w:tblGrid>
        <w:gridCol w:w="4392"/>
        <w:gridCol w:w="4392"/>
      </w:tblGrid>
      <w:tr w:rsidR="0019142D" w:rsidRPr="006C30B2" w14:paraId="05AD6175" w14:textId="77777777" w:rsidTr="0019142D">
        <w:trPr>
          <w:trHeight w:val="300"/>
        </w:trPr>
        <w:tc>
          <w:tcPr>
            <w:tcW w:w="4392" w:type="dxa"/>
            <w:tcBorders>
              <w:top w:val="single" w:sz="4" w:space="0" w:color="auto"/>
              <w:left w:val="single" w:sz="4" w:space="0" w:color="auto"/>
              <w:bottom w:val="single" w:sz="4" w:space="0" w:color="auto"/>
              <w:right w:val="single" w:sz="4" w:space="0" w:color="auto"/>
            </w:tcBorders>
            <w:shd w:val="clear" w:color="auto" w:fill="BFBFBF"/>
            <w:noWrap/>
            <w:vAlign w:val="bottom"/>
            <w:hideMark/>
          </w:tcPr>
          <w:p w14:paraId="01271E02" w14:textId="77777777" w:rsidR="0019142D" w:rsidRPr="006C30B2" w:rsidRDefault="0019142D" w:rsidP="00C45EBB">
            <w:pPr>
              <w:jc w:val="center"/>
              <w:rPr>
                <w:rFonts w:eastAsia="Times New Roman" w:cs="Arial"/>
                <w:kern w:val="0"/>
                <w:szCs w:val="20"/>
                <w:lang w:eastAsia="sl-SI"/>
              </w:rPr>
            </w:pPr>
            <w:r w:rsidRPr="006C30B2">
              <w:rPr>
                <w:rFonts w:eastAsia="Times New Roman" w:cs="Arial"/>
                <w:kern w:val="0"/>
                <w:szCs w:val="20"/>
                <w:lang w:eastAsia="sl-SI"/>
              </w:rPr>
              <w:t>merilo</w:t>
            </w:r>
          </w:p>
        </w:tc>
        <w:tc>
          <w:tcPr>
            <w:tcW w:w="4392" w:type="dxa"/>
            <w:tcBorders>
              <w:top w:val="single" w:sz="4" w:space="0" w:color="auto"/>
              <w:left w:val="nil"/>
              <w:bottom w:val="single" w:sz="4" w:space="0" w:color="auto"/>
              <w:right w:val="single" w:sz="4" w:space="0" w:color="auto"/>
            </w:tcBorders>
            <w:shd w:val="clear" w:color="auto" w:fill="BFBFBF"/>
            <w:noWrap/>
            <w:vAlign w:val="bottom"/>
            <w:hideMark/>
          </w:tcPr>
          <w:p w14:paraId="54B6D8F0" w14:textId="77777777" w:rsidR="0019142D" w:rsidRPr="006C30B2" w:rsidRDefault="0019142D" w:rsidP="00C45EBB">
            <w:pPr>
              <w:jc w:val="center"/>
              <w:rPr>
                <w:rFonts w:eastAsia="Times New Roman" w:cs="Arial"/>
                <w:kern w:val="0"/>
                <w:szCs w:val="20"/>
                <w:lang w:eastAsia="sl-SI"/>
              </w:rPr>
            </w:pPr>
            <w:r w:rsidRPr="006C30B2">
              <w:rPr>
                <w:rFonts w:eastAsia="Times New Roman" w:cs="Arial"/>
                <w:kern w:val="0"/>
                <w:szCs w:val="20"/>
                <w:lang w:eastAsia="sl-SI"/>
              </w:rPr>
              <w:t>št. točk</w:t>
            </w:r>
          </w:p>
        </w:tc>
      </w:tr>
      <w:tr w:rsidR="0019142D" w:rsidRPr="006C30B2" w14:paraId="73A58C1B" w14:textId="77777777" w:rsidTr="0019142D">
        <w:trPr>
          <w:trHeight w:val="300"/>
        </w:trPr>
        <w:tc>
          <w:tcPr>
            <w:tcW w:w="4392" w:type="dxa"/>
            <w:tcBorders>
              <w:top w:val="nil"/>
              <w:left w:val="single" w:sz="4" w:space="0" w:color="auto"/>
              <w:bottom w:val="single" w:sz="4" w:space="0" w:color="auto"/>
              <w:right w:val="single" w:sz="4" w:space="0" w:color="auto"/>
            </w:tcBorders>
            <w:shd w:val="clear" w:color="auto" w:fill="C1F0C7"/>
            <w:noWrap/>
            <w:vAlign w:val="bottom"/>
            <w:hideMark/>
          </w:tcPr>
          <w:p w14:paraId="67808484" w14:textId="77777777" w:rsidR="0019142D" w:rsidRPr="006C30B2" w:rsidRDefault="0019142D" w:rsidP="00C45EBB">
            <w:pPr>
              <w:rPr>
                <w:rFonts w:eastAsia="Times New Roman" w:cs="Arial"/>
                <w:b/>
                <w:bCs/>
                <w:kern w:val="0"/>
                <w:szCs w:val="20"/>
                <w:lang w:eastAsia="sl-SI"/>
              </w:rPr>
            </w:pPr>
            <w:r w:rsidRPr="006C30B2">
              <w:rPr>
                <w:rFonts w:eastAsia="Times New Roman" w:cs="Arial"/>
                <w:b/>
                <w:bCs/>
                <w:kern w:val="0"/>
                <w:szCs w:val="20"/>
                <w:lang w:eastAsia="sl-SI"/>
              </w:rPr>
              <w:t>starost podjetja ob oddaji ponudbe:</w:t>
            </w:r>
          </w:p>
        </w:tc>
        <w:tc>
          <w:tcPr>
            <w:tcW w:w="4392" w:type="dxa"/>
            <w:tcBorders>
              <w:top w:val="nil"/>
              <w:left w:val="nil"/>
              <w:bottom w:val="single" w:sz="4" w:space="0" w:color="auto"/>
              <w:right w:val="single" w:sz="4" w:space="0" w:color="auto"/>
            </w:tcBorders>
            <w:shd w:val="clear" w:color="auto" w:fill="C1F0C7"/>
            <w:noWrap/>
            <w:vAlign w:val="bottom"/>
            <w:hideMark/>
          </w:tcPr>
          <w:p w14:paraId="4868B2F0" w14:textId="77777777" w:rsidR="0019142D" w:rsidRPr="006C30B2" w:rsidRDefault="0019142D" w:rsidP="00C45EBB">
            <w:pPr>
              <w:jc w:val="right"/>
              <w:rPr>
                <w:rFonts w:eastAsia="Times New Roman" w:cs="Arial"/>
                <w:b/>
                <w:bCs/>
                <w:kern w:val="0"/>
                <w:szCs w:val="20"/>
                <w:lang w:eastAsia="sl-SI"/>
              </w:rPr>
            </w:pPr>
            <w:r w:rsidRPr="006C30B2">
              <w:rPr>
                <w:rFonts w:eastAsia="Times New Roman" w:cs="Arial"/>
                <w:b/>
                <w:bCs/>
                <w:kern w:val="0"/>
                <w:szCs w:val="20"/>
                <w:lang w:eastAsia="sl-SI"/>
              </w:rPr>
              <w:t>50</w:t>
            </w:r>
          </w:p>
        </w:tc>
      </w:tr>
      <w:tr w:rsidR="0019142D" w:rsidRPr="006C30B2" w14:paraId="0B4848B6"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30FCEFBB"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do 1 leta</w:t>
            </w:r>
          </w:p>
        </w:tc>
        <w:tc>
          <w:tcPr>
            <w:tcW w:w="4392" w:type="dxa"/>
            <w:tcBorders>
              <w:top w:val="nil"/>
              <w:left w:val="nil"/>
              <w:bottom w:val="single" w:sz="4" w:space="0" w:color="auto"/>
              <w:right w:val="single" w:sz="4" w:space="0" w:color="auto"/>
            </w:tcBorders>
            <w:noWrap/>
            <w:vAlign w:val="bottom"/>
            <w:hideMark/>
          </w:tcPr>
          <w:p w14:paraId="72859F97"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50</w:t>
            </w:r>
          </w:p>
        </w:tc>
      </w:tr>
      <w:tr w:rsidR="0019142D" w:rsidRPr="006C30B2" w14:paraId="71DE61D0"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6F1A3479"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1-2 leti</w:t>
            </w:r>
          </w:p>
        </w:tc>
        <w:tc>
          <w:tcPr>
            <w:tcW w:w="4392" w:type="dxa"/>
            <w:tcBorders>
              <w:top w:val="nil"/>
              <w:left w:val="nil"/>
              <w:bottom w:val="single" w:sz="4" w:space="0" w:color="auto"/>
              <w:right w:val="single" w:sz="4" w:space="0" w:color="auto"/>
            </w:tcBorders>
            <w:noWrap/>
            <w:vAlign w:val="bottom"/>
            <w:hideMark/>
          </w:tcPr>
          <w:p w14:paraId="5B5BF54D"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40</w:t>
            </w:r>
          </w:p>
        </w:tc>
      </w:tr>
      <w:tr w:rsidR="0019142D" w:rsidRPr="006C30B2" w14:paraId="21D0EB5F"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7B5B5667"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2-3 leta</w:t>
            </w:r>
          </w:p>
        </w:tc>
        <w:tc>
          <w:tcPr>
            <w:tcW w:w="4392" w:type="dxa"/>
            <w:tcBorders>
              <w:top w:val="nil"/>
              <w:left w:val="nil"/>
              <w:bottom w:val="single" w:sz="4" w:space="0" w:color="auto"/>
              <w:right w:val="single" w:sz="4" w:space="0" w:color="auto"/>
            </w:tcBorders>
            <w:noWrap/>
            <w:vAlign w:val="bottom"/>
            <w:hideMark/>
          </w:tcPr>
          <w:p w14:paraId="7A0EB8B5"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30</w:t>
            </w:r>
          </w:p>
        </w:tc>
      </w:tr>
      <w:tr w:rsidR="0019142D" w:rsidRPr="006C30B2" w14:paraId="601A4336"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66E2597A"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3-4 leta</w:t>
            </w:r>
          </w:p>
        </w:tc>
        <w:tc>
          <w:tcPr>
            <w:tcW w:w="4392" w:type="dxa"/>
            <w:tcBorders>
              <w:top w:val="nil"/>
              <w:left w:val="nil"/>
              <w:bottom w:val="single" w:sz="4" w:space="0" w:color="auto"/>
              <w:right w:val="single" w:sz="4" w:space="0" w:color="auto"/>
            </w:tcBorders>
            <w:noWrap/>
            <w:vAlign w:val="bottom"/>
            <w:hideMark/>
          </w:tcPr>
          <w:p w14:paraId="148F7F7B"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20</w:t>
            </w:r>
          </w:p>
        </w:tc>
      </w:tr>
      <w:tr w:rsidR="0019142D" w:rsidRPr="006C30B2" w14:paraId="53C37821"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6A914AED"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4-5 let</w:t>
            </w:r>
          </w:p>
        </w:tc>
        <w:tc>
          <w:tcPr>
            <w:tcW w:w="4392" w:type="dxa"/>
            <w:tcBorders>
              <w:top w:val="nil"/>
              <w:left w:val="nil"/>
              <w:bottom w:val="single" w:sz="4" w:space="0" w:color="auto"/>
              <w:right w:val="single" w:sz="4" w:space="0" w:color="auto"/>
            </w:tcBorders>
            <w:noWrap/>
            <w:vAlign w:val="bottom"/>
            <w:hideMark/>
          </w:tcPr>
          <w:p w14:paraId="62F45DE8"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10</w:t>
            </w:r>
          </w:p>
        </w:tc>
      </w:tr>
      <w:tr w:rsidR="0019142D" w:rsidRPr="006C30B2" w14:paraId="00C6953D" w14:textId="77777777" w:rsidTr="0019142D">
        <w:trPr>
          <w:trHeight w:val="300"/>
        </w:trPr>
        <w:tc>
          <w:tcPr>
            <w:tcW w:w="4392" w:type="dxa"/>
            <w:tcBorders>
              <w:top w:val="nil"/>
              <w:left w:val="single" w:sz="4" w:space="0" w:color="auto"/>
              <w:bottom w:val="single" w:sz="4" w:space="0" w:color="auto"/>
              <w:right w:val="single" w:sz="4" w:space="0" w:color="auto"/>
            </w:tcBorders>
            <w:shd w:val="clear" w:color="auto" w:fill="C1F0C7"/>
            <w:noWrap/>
            <w:vAlign w:val="bottom"/>
            <w:hideMark/>
          </w:tcPr>
          <w:p w14:paraId="0CE46494" w14:textId="77777777" w:rsidR="0019142D" w:rsidRPr="006C30B2" w:rsidRDefault="0019142D" w:rsidP="00C45EBB">
            <w:pPr>
              <w:rPr>
                <w:rFonts w:eastAsia="Times New Roman" w:cs="Arial"/>
                <w:b/>
                <w:bCs/>
                <w:kern w:val="0"/>
                <w:szCs w:val="20"/>
                <w:lang w:eastAsia="sl-SI"/>
              </w:rPr>
            </w:pPr>
            <w:r w:rsidRPr="006C30B2">
              <w:rPr>
                <w:rFonts w:eastAsia="Times New Roman" w:cs="Arial"/>
                <w:b/>
                <w:bCs/>
                <w:kern w:val="0"/>
                <w:szCs w:val="20"/>
                <w:lang w:eastAsia="sl-SI"/>
              </w:rPr>
              <w:t>inovativnost</w:t>
            </w:r>
          </w:p>
        </w:tc>
        <w:tc>
          <w:tcPr>
            <w:tcW w:w="4392" w:type="dxa"/>
            <w:tcBorders>
              <w:top w:val="nil"/>
              <w:left w:val="nil"/>
              <w:bottom w:val="single" w:sz="4" w:space="0" w:color="auto"/>
              <w:right w:val="single" w:sz="4" w:space="0" w:color="auto"/>
            </w:tcBorders>
            <w:shd w:val="clear" w:color="auto" w:fill="C1F0C7"/>
            <w:noWrap/>
            <w:vAlign w:val="bottom"/>
            <w:hideMark/>
          </w:tcPr>
          <w:p w14:paraId="30F34C65" w14:textId="77777777" w:rsidR="0019142D" w:rsidRPr="006C30B2" w:rsidRDefault="0019142D" w:rsidP="00C45EBB">
            <w:pPr>
              <w:jc w:val="right"/>
              <w:rPr>
                <w:rFonts w:eastAsia="Times New Roman" w:cs="Arial"/>
                <w:b/>
                <w:bCs/>
                <w:kern w:val="0"/>
                <w:szCs w:val="20"/>
                <w:lang w:eastAsia="sl-SI"/>
              </w:rPr>
            </w:pPr>
            <w:r w:rsidRPr="006C30B2">
              <w:rPr>
                <w:rFonts w:eastAsia="Times New Roman" w:cs="Arial"/>
                <w:b/>
                <w:bCs/>
                <w:kern w:val="0"/>
                <w:szCs w:val="20"/>
                <w:lang w:eastAsia="sl-SI"/>
              </w:rPr>
              <w:t>10</w:t>
            </w:r>
          </w:p>
        </w:tc>
      </w:tr>
      <w:tr w:rsidR="0019142D" w:rsidRPr="006C30B2" w14:paraId="0832B8CD" w14:textId="77777777" w:rsidTr="0019142D">
        <w:trPr>
          <w:trHeight w:val="300"/>
        </w:trPr>
        <w:tc>
          <w:tcPr>
            <w:tcW w:w="4392" w:type="dxa"/>
            <w:tcBorders>
              <w:top w:val="nil"/>
              <w:left w:val="single" w:sz="4" w:space="0" w:color="auto"/>
              <w:bottom w:val="single" w:sz="4" w:space="0" w:color="auto"/>
              <w:right w:val="single" w:sz="4" w:space="0" w:color="auto"/>
            </w:tcBorders>
            <w:shd w:val="clear" w:color="auto" w:fill="C1F0C7"/>
            <w:noWrap/>
            <w:vAlign w:val="bottom"/>
          </w:tcPr>
          <w:p w14:paraId="5D57F0C4" w14:textId="77777777" w:rsidR="0019142D" w:rsidRPr="006C30B2" w:rsidRDefault="0019142D" w:rsidP="00C45EBB">
            <w:pPr>
              <w:rPr>
                <w:rFonts w:eastAsia="Times New Roman" w:cs="Arial"/>
                <w:b/>
                <w:bCs/>
                <w:kern w:val="0"/>
                <w:szCs w:val="20"/>
                <w:lang w:eastAsia="sl-SI"/>
              </w:rPr>
            </w:pPr>
            <w:r w:rsidRPr="006C30B2">
              <w:rPr>
                <w:rFonts w:eastAsia="Times New Roman" w:cs="Arial"/>
                <w:b/>
                <w:bCs/>
                <w:kern w:val="0"/>
                <w:szCs w:val="20"/>
                <w:lang w:eastAsia="sl-SI"/>
              </w:rPr>
              <w:t>poslovna ideja</w:t>
            </w:r>
          </w:p>
        </w:tc>
        <w:tc>
          <w:tcPr>
            <w:tcW w:w="4392" w:type="dxa"/>
            <w:tcBorders>
              <w:top w:val="nil"/>
              <w:left w:val="nil"/>
              <w:bottom w:val="single" w:sz="4" w:space="0" w:color="auto"/>
              <w:right w:val="single" w:sz="4" w:space="0" w:color="auto"/>
            </w:tcBorders>
            <w:shd w:val="clear" w:color="auto" w:fill="C1F0C7"/>
            <w:noWrap/>
            <w:vAlign w:val="bottom"/>
          </w:tcPr>
          <w:p w14:paraId="11BC8478" w14:textId="77777777" w:rsidR="0019142D" w:rsidRPr="006C30B2" w:rsidRDefault="0019142D" w:rsidP="00C45EBB">
            <w:pPr>
              <w:jc w:val="right"/>
              <w:rPr>
                <w:rFonts w:eastAsia="Times New Roman" w:cs="Arial"/>
                <w:b/>
                <w:bCs/>
                <w:kern w:val="0"/>
                <w:szCs w:val="20"/>
                <w:lang w:eastAsia="sl-SI"/>
              </w:rPr>
            </w:pPr>
            <w:r w:rsidRPr="006C30B2">
              <w:rPr>
                <w:rFonts w:eastAsia="Times New Roman" w:cs="Arial"/>
                <w:b/>
                <w:bCs/>
                <w:kern w:val="0"/>
                <w:szCs w:val="20"/>
                <w:lang w:eastAsia="sl-SI"/>
              </w:rPr>
              <w:t>10</w:t>
            </w:r>
          </w:p>
        </w:tc>
      </w:tr>
      <w:tr w:rsidR="0019142D" w:rsidRPr="006C30B2" w14:paraId="0AD955C2" w14:textId="77777777" w:rsidTr="0019142D">
        <w:trPr>
          <w:trHeight w:val="300"/>
        </w:trPr>
        <w:tc>
          <w:tcPr>
            <w:tcW w:w="4392" w:type="dxa"/>
            <w:tcBorders>
              <w:top w:val="nil"/>
              <w:left w:val="single" w:sz="4" w:space="0" w:color="auto"/>
              <w:bottom w:val="single" w:sz="4" w:space="0" w:color="auto"/>
              <w:right w:val="single" w:sz="4" w:space="0" w:color="auto"/>
            </w:tcBorders>
            <w:shd w:val="clear" w:color="auto" w:fill="C1F0C7"/>
            <w:noWrap/>
            <w:vAlign w:val="bottom"/>
          </w:tcPr>
          <w:p w14:paraId="1CE855B5" w14:textId="77777777" w:rsidR="0019142D" w:rsidRPr="006C30B2" w:rsidRDefault="0019142D" w:rsidP="00C45EBB">
            <w:pPr>
              <w:rPr>
                <w:rFonts w:eastAsia="Times New Roman" w:cs="Arial"/>
                <w:b/>
                <w:bCs/>
                <w:kern w:val="0"/>
                <w:szCs w:val="20"/>
                <w:lang w:eastAsia="sl-SI"/>
              </w:rPr>
            </w:pPr>
            <w:r w:rsidRPr="006C30B2">
              <w:rPr>
                <w:rFonts w:eastAsia="Times New Roman" w:cs="Arial"/>
                <w:b/>
                <w:bCs/>
                <w:kern w:val="0"/>
                <w:szCs w:val="20"/>
                <w:lang w:eastAsia="sl-SI"/>
              </w:rPr>
              <w:t>tržna naravnanost</w:t>
            </w:r>
          </w:p>
        </w:tc>
        <w:tc>
          <w:tcPr>
            <w:tcW w:w="4392" w:type="dxa"/>
            <w:tcBorders>
              <w:top w:val="nil"/>
              <w:left w:val="nil"/>
              <w:bottom w:val="single" w:sz="4" w:space="0" w:color="auto"/>
              <w:right w:val="single" w:sz="4" w:space="0" w:color="auto"/>
            </w:tcBorders>
            <w:shd w:val="clear" w:color="auto" w:fill="C1F0C7"/>
            <w:noWrap/>
            <w:vAlign w:val="bottom"/>
          </w:tcPr>
          <w:p w14:paraId="182CD44D" w14:textId="77777777" w:rsidR="0019142D" w:rsidRPr="006C30B2" w:rsidRDefault="0019142D" w:rsidP="00C45EBB">
            <w:pPr>
              <w:jc w:val="right"/>
              <w:rPr>
                <w:rFonts w:eastAsia="Times New Roman" w:cs="Arial"/>
                <w:b/>
                <w:bCs/>
                <w:kern w:val="0"/>
                <w:szCs w:val="20"/>
                <w:lang w:eastAsia="sl-SI"/>
              </w:rPr>
            </w:pPr>
            <w:r w:rsidRPr="006C30B2">
              <w:rPr>
                <w:rFonts w:eastAsia="Times New Roman" w:cs="Arial"/>
                <w:b/>
                <w:bCs/>
                <w:kern w:val="0"/>
                <w:szCs w:val="20"/>
                <w:lang w:eastAsia="sl-SI"/>
              </w:rPr>
              <w:t>10</w:t>
            </w:r>
          </w:p>
        </w:tc>
      </w:tr>
      <w:tr w:rsidR="0019142D" w:rsidRPr="006C30B2" w14:paraId="1B1F41CC" w14:textId="77777777" w:rsidTr="0019142D">
        <w:trPr>
          <w:trHeight w:val="300"/>
        </w:trPr>
        <w:tc>
          <w:tcPr>
            <w:tcW w:w="4392" w:type="dxa"/>
            <w:tcBorders>
              <w:top w:val="nil"/>
              <w:left w:val="single" w:sz="4" w:space="0" w:color="auto"/>
              <w:bottom w:val="single" w:sz="4" w:space="0" w:color="auto"/>
              <w:right w:val="single" w:sz="4" w:space="0" w:color="auto"/>
            </w:tcBorders>
            <w:shd w:val="clear" w:color="auto" w:fill="C1F0C7"/>
            <w:noWrap/>
            <w:vAlign w:val="bottom"/>
            <w:hideMark/>
          </w:tcPr>
          <w:p w14:paraId="4EBBA767" w14:textId="77777777" w:rsidR="0019142D" w:rsidRPr="006C30B2" w:rsidRDefault="0019142D" w:rsidP="00C45EBB">
            <w:pPr>
              <w:rPr>
                <w:rFonts w:eastAsia="Times New Roman" w:cs="Arial"/>
                <w:b/>
                <w:bCs/>
                <w:kern w:val="0"/>
                <w:szCs w:val="20"/>
                <w:lang w:eastAsia="sl-SI"/>
              </w:rPr>
            </w:pPr>
            <w:r w:rsidRPr="006C30B2">
              <w:rPr>
                <w:rFonts w:eastAsia="Times New Roman" w:cs="Arial"/>
                <w:b/>
                <w:bCs/>
                <w:kern w:val="0"/>
                <w:szCs w:val="20"/>
                <w:lang w:eastAsia="sl-SI"/>
              </w:rPr>
              <w:t>sedež podjetja</w:t>
            </w:r>
          </w:p>
        </w:tc>
        <w:tc>
          <w:tcPr>
            <w:tcW w:w="4392" w:type="dxa"/>
            <w:tcBorders>
              <w:top w:val="nil"/>
              <w:left w:val="nil"/>
              <w:bottom w:val="single" w:sz="4" w:space="0" w:color="auto"/>
              <w:right w:val="single" w:sz="4" w:space="0" w:color="auto"/>
            </w:tcBorders>
            <w:shd w:val="clear" w:color="auto" w:fill="C1F0C7"/>
            <w:noWrap/>
            <w:vAlign w:val="bottom"/>
            <w:hideMark/>
          </w:tcPr>
          <w:p w14:paraId="1011EF8A" w14:textId="77777777" w:rsidR="0019142D" w:rsidRPr="006C30B2" w:rsidRDefault="0019142D" w:rsidP="00C45EBB">
            <w:pPr>
              <w:jc w:val="right"/>
              <w:rPr>
                <w:rFonts w:eastAsia="Times New Roman" w:cs="Arial"/>
                <w:b/>
                <w:bCs/>
                <w:kern w:val="0"/>
                <w:szCs w:val="20"/>
                <w:lang w:eastAsia="sl-SI"/>
              </w:rPr>
            </w:pPr>
            <w:r w:rsidRPr="006C30B2">
              <w:rPr>
                <w:rFonts w:eastAsia="Times New Roman" w:cs="Arial"/>
                <w:b/>
                <w:bCs/>
                <w:kern w:val="0"/>
                <w:szCs w:val="20"/>
                <w:lang w:eastAsia="sl-SI"/>
              </w:rPr>
              <w:t>20</w:t>
            </w:r>
          </w:p>
        </w:tc>
      </w:tr>
      <w:tr w:rsidR="0019142D" w:rsidRPr="006C30B2" w14:paraId="2FEE4656" w14:textId="77777777" w:rsidTr="0019142D">
        <w:trPr>
          <w:trHeight w:val="300"/>
        </w:trPr>
        <w:tc>
          <w:tcPr>
            <w:tcW w:w="4392" w:type="dxa"/>
            <w:tcBorders>
              <w:top w:val="nil"/>
              <w:left w:val="single" w:sz="4" w:space="0" w:color="auto"/>
              <w:bottom w:val="single" w:sz="4" w:space="0" w:color="auto"/>
              <w:right w:val="single" w:sz="4" w:space="0" w:color="auto"/>
            </w:tcBorders>
            <w:vAlign w:val="bottom"/>
            <w:hideMark/>
          </w:tcPr>
          <w:p w14:paraId="192BFF96"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sedež podjetja v Občini Cerknica</w:t>
            </w:r>
          </w:p>
        </w:tc>
        <w:tc>
          <w:tcPr>
            <w:tcW w:w="4392" w:type="dxa"/>
            <w:tcBorders>
              <w:top w:val="nil"/>
              <w:left w:val="nil"/>
              <w:bottom w:val="single" w:sz="4" w:space="0" w:color="auto"/>
              <w:right w:val="single" w:sz="4" w:space="0" w:color="auto"/>
            </w:tcBorders>
            <w:noWrap/>
            <w:vAlign w:val="bottom"/>
            <w:hideMark/>
          </w:tcPr>
          <w:p w14:paraId="47F8D41D"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20</w:t>
            </w:r>
          </w:p>
        </w:tc>
      </w:tr>
      <w:tr w:rsidR="0019142D" w:rsidRPr="006C30B2" w14:paraId="6FEE06A9"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630D1700"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 xml:space="preserve">sedež podjetja v Primorsko-Notranjski regiji </w:t>
            </w:r>
          </w:p>
        </w:tc>
        <w:tc>
          <w:tcPr>
            <w:tcW w:w="4392" w:type="dxa"/>
            <w:tcBorders>
              <w:top w:val="nil"/>
              <w:left w:val="nil"/>
              <w:bottom w:val="single" w:sz="4" w:space="0" w:color="auto"/>
              <w:right w:val="single" w:sz="4" w:space="0" w:color="auto"/>
            </w:tcBorders>
            <w:noWrap/>
            <w:vAlign w:val="bottom"/>
            <w:hideMark/>
          </w:tcPr>
          <w:p w14:paraId="083838F7"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10</w:t>
            </w:r>
          </w:p>
        </w:tc>
      </w:tr>
      <w:tr w:rsidR="0019142D" w:rsidRPr="006C30B2" w14:paraId="0E683886" w14:textId="77777777" w:rsidTr="0019142D">
        <w:trPr>
          <w:trHeight w:val="300"/>
        </w:trPr>
        <w:tc>
          <w:tcPr>
            <w:tcW w:w="4392" w:type="dxa"/>
            <w:tcBorders>
              <w:top w:val="nil"/>
              <w:left w:val="single" w:sz="4" w:space="0" w:color="auto"/>
              <w:bottom w:val="single" w:sz="4" w:space="0" w:color="auto"/>
              <w:right w:val="single" w:sz="4" w:space="0" w:color="auto"/>
            </w:tcBorders>
            <w:noWrap/>
            <w:vAlign w:val="bottom"/>
            <w:hideMark/>
          </w:tcPr>
          <w:p w14:paraId="198284AC" w14:textId="77777777" w:rsidR="0019142D" w:rsidRPr="006C30B2" w:rsidRDefault="0019142D" w:rsidP="00C45EBB">
            <w:pPr>
              <w:rPr>
                <w:rFonts w:eastAsia="Times New Roman" w:cs="Arial"/>
                <w:kern w:val="0"/>
                <w:szCs w:val="20"/>
                <w:lang w:eastAsia="sl-SI"/>
              </w:rPr>
            </w:pPr>
            <w:r w:rsidRPr="006C30B2">
              <w:rPr>
                <w:rFonts w:eastAsia="Times New Roman" w:cs="Arial"/>
                <w:kern w:val="0"/>
                <w:szCs w:val="20"/>
                <w:lang w:eastAsia="sl-SI"/>
              </w:rPr>
              <w:t>ostalo</w:t>
            </w:r>
          </w:p>
        </w:tc>
        <w:tc>
          <w:tcPr>
            <w:tcW w:w="4392" w:type="dxa"/>
            <w:tcBorders>
              <w:top w:val="nil"/>
              <w:left w:val="nil"/>
              <w:bottom w:val="single" w:sz="4" w:space="0" w:color="auto"/>
              <w:right w:val="single" w:sz="4" w:space="0" w:color="auto"/>
            </w:tcBorders>
            <w:noWrap/>
            <w:vAlign w:val="bottom"/>
            <w:hideMark/>
          </w:tcPr>
          <w:p w14:paraId="3F2876F4" w14:textId="77777777" w:rsidR="0019142D" w:rsidRPr="006C30B2" w:rsidRDefault="0019142D" w:rsidP="00C45EBB">
            <w:pPr>
              <w:jc w:val="right"/>
              <w:rPr>
                <w:rFonts w:eastAsia="Times New Roman" w:cs="Arial"/>
                <w:kern w:val="0"/>
                <w:szCs w:val="20"/>
                <w:lang w:eastAsia="sl-SI"/>
              </w:rPr>
            </w:pPr>
            <w:r w:rsidRPr="006C30B2">
              <w:rPr>
                <w:rFonts w:eastAsia="Times New Roman" w:cs="Arial"/>
                <w:kern w:val="0"/>
                <w:szCs w:val="20"/>
                <w:lang w:eastAsia="sl-SI"/>
              </w:rPr>
              <w:t>5</w:t>
            </w:r>
          </w:p>
        </w:tc>
      </w:tr>
    </w:tbl>
    <w:p w14:paraId="4F4D23E7" w14:textId="77777777" w:rsidR="0019142D" w:rsidRPr="006C30B2" w:rsidRDefault="0019142D" w:rsidP="0019142D">
      <w:pPr>
        <w:contextualSpacing/>
        <w:rPr>
          <w:rFonts w:eastAsia="Times New Roman" w:cs="Arial"/>
          <w:kern w:val="0"/>
          <w:szCs w:val="20"/>
          <w:lang w:eastAsia="sl-SI"/>
        </w:rPr>
      </w:pPr>
    </w:p>
    <w:p w14:paraId="5D6729BC" w14:textId="77777777" w:rsidR="0019142D" w:rsidRPr="006C30B2" w:rsidRDefault="0019142D" w:rsidP="0019142D">
      <w:pPr>
        <w:jc w:val="both"/>
        <w:rPr>
          <w:rFonts w:cs="Arial"/>
          <w:b/>
          <w:kern w:val="0"/>
          <w:szCs w:val="20"/>
        </w:rPr>
      </w:pPr>
      <w:r w:rsidRPr="006C30B2">
        <w:rPr>
          <w:rFonts w:cs="Arial"/>
          <w:b/>
          <w:kern w:val="0"/>
          <w:szCs w:val="20"/>
        </w:rPr>
        <w:lastRenderedPageBreak/>
        <w:t>7. Vrsta pravnega posla</w:t>
      </w:r>
    </w:p>
    <w:p w14:paraId="59B902D0" w14:textId="77777777" w:rsidR="0019142D" w:rsidRPr="006C30B2" w:rsidRDefault="0019142D" w:rsidP="0019142D">
      <w:pPr>
        <w:jc w:val="both"/>
        <w:rPr>
          <w:rFonts w:cs="Arial"/>
          <w:kern w:val="0"/>
          <w:szCs w:val="20"/>
        </w:rPr>
      </w:pPr>
      <w:r w:rsidRPr="006C30B2">
        <w:rPr>
          <w:rFonts w:cs="Arial"/>
          <w:kern w:val="0"/>
          <w:szCs w:val="20"/>
        </w:rPr>
        <w:t>Najemna pogodba z izbranim ponudnikom bo sklenjena najkasneje v roku 15 dni po izboru najemnikov.</w:t>
      </w:r>
    </w:p>
    <w:p w14:paraId="29ADC685" w14:textId="77777777" w:rsidR="0019142D" w:rsidRPr="006C30B2" w:rsidRDefault="0019142D" w:rsidP="0019142D">
      <w:pPr>
        <w:jc w:val="both"/>
        <w:rPr>
          <w:rFonts w:cs="Arial"/>
          <w:kern w:val="0"/>
          <w:szCs w:val="20"/>
        </w:rPr>
      </w:pPr>
    </w:p>
    <w:p w14:paraId="0AA5B7CF" w14:textId="77777777" w:rsidR="0019142D" w:rsidRPr="006C30B2" w:rsidRDefault="0019142D" w:rsidP="0019142D">
      <w:pPr>
        <w:jc w:val="both"/>
        <w:rPr>
          <w:rFonts w:cs="Arial"/>
          <w:kern w:val="0"/>
          <w:szCs w:val="20"/>
        </w:rPr>
      </w:pPr>
      <w:r w:rsidRPr="006C30B2">
        <w:rPr>
          <w:rFonts w:cs="Arial"/>
          <w:kern w:val="0"/>
          <w:szCs w:val="20"/>
        </w:rPr>
        <w:t>Če ponudnik ne sklene pogodbe v tem roku, lahko najemodajalec podaljša rok za sklenitev pogodbe, vendar ne več kot za 15 dni.</w:t>
      </w:r>
    </w:p>
    <w:p w14:paraId="12892B5C" w14:textId="77777777" w:rsidR="0019142D" w:rsidRPr="006C30B2" w:rsidRDefault="0019142D" w:rsidP="0019142D">
      <w:pPr>
        <w:jc w:val="both"/>
        <w:rPr>
          <w:rFonts w:cs="Arial"/>
          <w:kern w:val="0"/>
          <w:szCs w:val="20"/>
        </w:rPr>
      </w:pPr>
    </w:p>
    <w:p w14:paraId="335133E0" w14:textId="77777777" w:rsidR="0019142D" w:rsidRPr="006C30B2" w:rsidRDefault="0019142D" w:rsidP="0019142D">
      <w:pPr>
        <w:jc w:val="both"/>
        <w:rPr>
          <w:rFonts w:cs="Arial"/>
          <w:kern w:val="0"/>
          <w:szCs w:val="20"/>
        </w:rPr>
      </w:pPr>
      <w:r w:rsidRPr="006C30B2">
        <w:rPr>
          <w:rFonts w:cs="Arial"/>
          <w:kern w:val="0"/>
          <w:szCs w:val="20"/>
        </w:rPr>
        <w:t>Izročitev oziroma prevzem poslovnega prostora se opravi na podlagi primopredajnega zapisnika, ugotovljene nebistvene pomanjkljivosti ne zadržijo primopredaje.</w:t>
      </w:r>
    </w:p>
    <w:p w14:paraId="4D3FEED7" w14:textId="77777777" w:rsidR="0019142D" w:rsidRPr="006C30B2" w:rsidRDefault="0019142D" w:rsidP="0019142D">
      <w:pPr>
        <w:jc w:val="both"/>
        <w:rPr>
          <w:rFonts w:cs="Arial"/>
          <w:kern w:val="0"/>
          <w:szCs w:val="20"/>
        </w:rPr>
      </w:pPr>
    </w:p>
    <w:p w14:paraId="28BA9F79" w14:textId="77777777" w:rsidR="0019142D" w:rsidRPr="006C30B2" w:rsidRDefault="0019142D" w:rsidP="0019142D">
      <w:pPr>
        <w:jc w:val="both"/>
        <w:rPr>
          <w:rFonts w:cs="Arial"/>
          <w:b/>
          <w:bCs/>
          <w:kern w:val="0"/>
          <w:szCs w:val="20"/>
        </w:rPr>
      </w:pPr>
      <w:r w:rsidRPr="006C30B2">
        <w:rPr>
          <w:rFonts w:cs="Arial"/>
          <w:b/>
          <w:bCs/>
          <w:kern w:val="0"/>
          <w:szCs w:val="20"/>
        </w:rPr>
        <w:t>8. Čas trajanja najema</w:t>
      </w:r>
    </w:p>
    <w:p w14:paraId="1A84B7FB" w14:textId="77777777" w:rsidR="0019142D" w:rsidRPr="006C30B2" w:rsidRDefault="0019142D" w:rsidP="0019142D">
      <w:pPr>
        <w:jc w:val="both"/>
        <w:rPr>
          <w:rFonts w:cs="Arial"/>
          <w:kern w:val="0"/>
          <w:szCs w:val="20"/>
        </w:rPr>
      </w:pPr>
      <w:r w:rsidRPr="006C30B2">
        <w:rPr>
          <w:rFonts w:cs="Arial"/>
          <w:kern w:val="0"/>
          <w:szCs w:val="20"/>
        </w:rPr>
        <w:t xml:space="preserve">Delovno mesto se oddaja v najem za določen čas, do dopolnjenega 5. leta starosti podjetja. </w:t>
      </w:r>
    </w:p>
    <w:p w14:paraId="7092D58C" w14:textId="77777777" w:rsidR="0019142D" w:rsidRPr="006C30B2" w:rsidRDefault="0019142D" w:rsidP="0019142D">
      <w:pPr>
        <w:jc w:val="both"/>
        <w:rPr>
          <w:rFonts w:cs="Arial"/>
          <w:kern w:val="0"/>
          <w:szCs w:val="20"/>
        </w:rPr>
      </w:pPr>
    </w:p>
    <w:p w14:paraId="4C1752FF" w14:textId="77777777" w:rsidR="0019142D" w:rsidRPr="008760B6" w:rsidRDefault="0019142D" w:rsidP="0019142D">
      <w:pPr>
        <w:jc w:val="both"/>
        <w:rPr>
          <w:rFonts w:cs="Arial"/>
          <w:kern w:val="0"/>
          <w:szCs w:val="20"/>
        </w:rPr>
      </w:pPr>
      <w:r w:rsidRPr="008760B6">
        <w:rPr>
          <w:rFonts w:cs="Arial"/>
          <w:kern w:val="0"/>
          <w:szCs w:val="20"/>
        </w:rPr>
        <w:t>Poslovni prostori se oddajo v najem tistemu ponudniku, ki je na dan oddaje ponudbe na to javno zbiranje ponudb v Poslovni register Slovenije vpisan manj kot 4 let</w:t>
      </w:r>
      <w:r>
        <w:rPr>
          <w:rFonts w:cs="Arial"/>
          <w:kern w:val="0"/>
          <w:szCs w:val="20"/>
        </w:rPr>
        <w:t>a</w:t>
      </w:r>
      <w:r w:rsidRPr="008760B6">
        <w:rPr>
          <w:rFonts w:cs="Arial"/>
          <w:kern w:val="0"/>
          <w:szCs w:val="20"/>
        </w:rPr>
        <w:t>.</w:t>
      </w:r>
    </w:p>
    <w:p w14:paraId="35D7D349" w14:textId="77777777" w:rsidR="0019142D" w:rsidRPr="008760B6" w:rsidRDefault="0019142D" w:rsidP="0019142D">
      <w:pPr>
        <w:jc w:val="both"/>
        <w:rPr>
          <w:rFonts w:cs="Arial"/>
          <w:kern w:val="0"/>
          <w:szCs w:val="20"/>
        </w:rPr>
      </w:pPr>
    </w:p>
    <w:p w14:paraId="33D15869" w14:textId="77777777" w:rsidR="0019142D" w:rsidRPr="006C30B2" w:rsidRDefault="0019142D" w:rsidP="0019142D">
      <w:pPr>
        <w:jc w:val="both"/>
        <w:rPr>
          <w:rFonts w:cs="Arial"/>
          <w:b/>
          <w:bCs/>
          <w:iCs/>
          <w:kern w:val="0"/>
          <w:szCs w:val="20"/>
        </w:rPr>
      </w:pPr>
      <w:r w:rsidRPr="006C30B2">
        <w:rPr>
          <w:rFonts w:cs="Arial"/>
          <w:b/>
          <w:bCs/>
          <w:iCs/>
          <w:kern w:val="0"/>
          <w:szCs w:val="20"/>
        </w:rPr>
        <w:t>9. Način in rok plačila najemnine:</w:t>
      </w:r>
    </w:p>
    <w:p w14:paraId="0139732A" w14:textId="77777777" w:rsidR="0019142D" w:rsidRPr="006C30B2" w:rsidRDefault="0019142D" w:rsidP="0019142D">
      <w:pPr>
        <w:jc w:val="both"/>
        <w:rPr>
          <w:rFonts w:cs="Arial"/>
          <w:kern w:val="0"/>
          <w:szCs w:val="20"/>
        </w:rPr>
      </w:pPr>
      <w:r w:rsidRPr="006C30B2">
        <w:rPr>
          <w:rFonts w:cs="Arial"/>
          <w:kern w:val="0"/>
          <w:szCs w:val="20"/>
        </w:rPr>
        <w:t>Najemnina se plačuje mesečno, na podlagi izdanega računa, v roku 15 dni. V primeru zamude je najemnik dolžan plačati zakonske zamudne obresti.</w:t>
      </w:r>
    </w:p>
    <w:p w14:paraId="1403BC85" w14:textId="77777777" w:rsidR="0019142D" w:rsidRPr="008760B6" w:rsidRDefault="0019142D" w:rsidP="0019142D">
      <w:pPr>
        <w:jc w:val="both"/>
        <w:rPr>
          <w:rFonts w:cs="Arial"/>
          <w:kern w:val="0"/>
          <w:szCs w:val="20"/>
        </w:rPr>
      </w:pPr>
    </w:p>
    <w:p w14:paraId="6E63FEE0" w14:textId="77777777" w:rsidR="0019142D" w:rsidRPr="008760B6" w:rsidRDefault="0019142D" w:rsidP="0019142D">
      <w:pPr>
        <w:jc w:val="both"/>
        <w:rPr>
          <w:rFonts w:cs="Arial"/>
          <w:kern w:val="0"/>
          <w:szCs w:val="20"/>
        </w:rPr>
      </w:pPr>
      <w:r w:rsidRPr="008760B6">
        <w:rPr>
          <w:rFonts w:cs="Arial"/>
          <w:kern w:val="0"/>
          <w:szCs w:val="20"/>
        </w:rPr>
        <w:t>Plačevanje najemnine na naveden način je bistvena sestavina najemne pogodbe.</w:t>
      </w:r>
    </w:p>
    <w:p w14:paraId="0D35C470" w14:textId="77777777" w:rsidR="0019142D" w:rsidRPr="008760B6" w:rsidRDefault="0019142D" w:rsidP="0019142D">
      <w:pPr>
        <w:jc w:val="both"/>
        <w:rPr>
          <w:rFonts w:cs="Arial"/>
          <w:kern w:val="0"/>
          <w:szCs w:val="20"/>
        </w:rPr>
      </w:pPr>
    </w:p>
    <w:p w14:paraId="62BDAB84" w14:textId="77777777" w:rsidR="0019142D" w:rsidRPr="008760B6" w:rsidRDefault="0019142D" w:rsidP="0019142D">
      <w:pPr>
        <w:jc w:val="both"/>
        <w:rPr>
          <w:rFonts w:cs="Arial"/>
          <w:kern w:val="0"/>
          <w:szCs w:val="20"/>
        </w:rPr>
      </w:pPr>
      <w:r w:rsidRPr="008760B6">
        <w:rPr>
          <w:rFonts w:cs="Arial"/>
          <w:kern w:val="0"/>
          <w:szCs w:val="20"/>
        </w:rPr>
        <w:t>Neplačevanje najemnine v roku je razlog za odpoved najemne pogodbe.</w:t>
      </w:r>
    </w:p>
    <w:p w14:paraId="2169D4F3" w14:textId="77777777" w:rsidR="0019142D" w:rsidRPr="008760B6" w:rsidRDefault="0019142D" w:rsidP="0019142D">
      <w:pPr>
        <w:jc w:val="both"/>
        <w:rPr>
          <w:rFonts w:cs="Arial"/>
          <w:b/>
          <w:i/>
          <w:kern w:val="0"/>
          <w:szCs w:val="20"/>
        </w:rPr>
      </w:pPr>
    </w:p>
    <w:p w14:paraId="741B3AA0" w14:textId="77777777" w:rsidR="0019142D" w:rsidRPr="008760B6" w:rsidRDefault="0019142D" w:rsidP="0019142D">
      <w:pPr>
        <w:jc w:val="both"/>
        <w:rPr>
          <w:rFonts w:cs="Arial"/>
          <w:b/>
          <w:i/>
          <w:kern w:val="0"/>
          <w:szCs w:val="20"/>
        </w:rPr>
      </w:pPr>
      <w:r w:rsidRPr="008760B6">
        <w:rPr>
          <w:rFonts w:cs="Arial"/>
          <w:b/>
          <w:i/>
          <w:kern w:val="0"/>
          <w:szCs w:val="20"/>
        </w:rPr>
        <w:t>10. Drugi pogoji in ostale podrobnejše informacije v zvezi z javnim zbiranjem ponudb in o ogledu predmeta prodaje</w:t>
      </w:r>
    </w:p>
    <w:p w14:paraId="53A50FD9" w14:textId="77777777" w:rsidR="0019142D" w:rsidRPr="008760B6" w:rsidRDefault="0019142D" w:rsidP="0019142D">
      <w:pPr>
        <w:numPr>
          <w:ilvl w:val="0"/>
          <w:numId w:val="2"/>
        </w:numPr>
        <w:contextualSpacing/>
        <w:jc w:val="both"/>
        <w:rPr>
          <w:rFonts w:cs="Arial"/>
          <w:bCs/>
          <w:kern w:val="0"/>
          <w:szCs w:val="20"/>
        </w:rPr>
      </w:pPr>
      <w:r w:rsidRPr="008760B6">
        <w:rPr>
          <w:rFonts w:cs="Arial"/>
          <w:bCs/>
          <w:kern w:val="0"/>
          <w:szCs w:val="20"/>
        </w:rPr>
        <w:t>poslovni prostor se odda v najem podjetju, ki je oddal vlogo za vključitev v Mrežni podjetniški inkubator Perspektiva ter prejel pozitiven Sklep o vključitvi v inkubator;</w:t>
      </w:r>
    </w:p>
    <w:p w14:paraId="7E5DDE41" w14:textId="77777777" w:rsidR="0019142D" w:rsidRPr="008760B6" w:rsidRDefault="0019142D" w:rsidP="0019142D">
      <w:pPr>
        <w:numPr>
          <w:ilvl w:val="0"/>
          <w:numId w:val="2"/>
        </w:numPr>
        <w:contextualSpacing/>
        <w:jc w:val="both"/>
        <w:rPr>
          <w:rFonts w:cs="Arial"/>
          <w:bCs/>
          <w:kern w:val="0"/>
          <w:szCs w:val="20"/>
        </w:rPr>
      </w:pPr>
      <w:r w:rsidRPr="008760B6">
        <w:rPr>
          <w:rFonts w:cs="Arial"/>
          <w:kern w:val="0"/>
          <w:szCs w:val="20"/>
        </w:rPr>
        <w:t>poslovni prostor se odda podjetju, ki je na dan oddaje ponudbe manj kot 4 leta vpisan v Poslovni register Slovenije, ter zanj velja, da ni s katerim od poslovnih subjektov povezana družba, kot je to določeno v 527. čl.  Zakona o gospodarskih družbah (Uradni list RS, št. 65/09 – uradno prečiščeno besedilo, 33/11, 91/11, 32/12, 57/12, 44/13 – odl. US, 82/13, 55/15, 15/17, 22/19 – ZPosS, 158/20 – ZIntPK-C, 18/21, 18/23 – ZDU-1O in 75/23);</w:t>
      </w:r>
    </w:p>
    <w:p w14:paraId="72246F6D" w14:textId="77777777" w:rsidR="0019142D" w:rsidRPr="008760B6" w:rsidRDefault="0019142D" w:rsidP="0019142D">
      <w:pPr>
        <w:numPr>
          <w:ilvl w:val="0"/>
          <w:numId w:val="2"/>
        </w:numPr>
        <w:contextualSpacing/>
        <w:jc w:val="both"/>
        <w:rPr>
          <w:rFonts w:cs="Arial"/>
          <w:bCs/>
          <w:kern w:val="0"/>
          <w:szCs w:val="20"/>
        </w:rPr>
      </w:pPr>
      <w:r w:rsidRPr="008760B6">
        <w:rPr>
          <w:rFonts w:cs="Arial"/>
          <w:kern w:val="0"/>
          <w:szCs w:val="20"/>
        </w:rPr>
        <w:t>najemnik nima pravice oddajati poslovnega prostora v podnajem;</w:t>
      </w:r>
    </w:p>
    <w:p w14:paraId="7AD3A6B3" w14:textId="77777777" w:rsidR="0019142D" w:rsidRPr="008760B6" w:rsidRDefault="0019142D" w:rsidP="0019142D">
      <w:pPr>
        <w:numPr>
          <w:ilvl w:val="0"/>
          <w:numId w:val="2"/>
        </w:numPr>
        <w:contextualSpacing/>
        <w:jc w:val="both"/>
        <w:rPr>
          <w:rFonts w:cs="Arial"/>
          <w:bCs/>
          <w:kern w:val="0"/>
          <w:szCs w:val="20"/>
        </w:rPr>
      </w:pPr>
      <w:r w:rsidRPr="008760B6">
        <w:rPr>
          <w:rFonts w:cs="Arial"/>
          <w:kern w:val="0"/>
          <w:szCs w:val="20"/>
        </w:rPr>
        <w:t>najemnik mora za opravljanje svoje dejavnosti izpolnjevati z zakonom določene pogoje;</w:t>
      </w:r>
    </w:p>
    <w:p w14:paraId="24AF15D8" w14:textId="77777777" w:rsidR="0019142D" w:rsidRPr="008A7370" w:rsidRDefault="0019142D" w:rsidP="0019142D">
      <w:pPr>
        <w:numPr>
          <w:ilvl w:val="0"/>
          <w:numId w:val="2"/>
        </w:numPr>
        <w:contextualSpacing/>
        <w:jc w:val="both"/>
        <w:rPr>
          <w:rFonts w:cs="Arial"/>
          <w:bCs/>
          <w:kern w:val="0"/>
          <w:szCs w:val="20"/>
        </w:rPr>
      </w:pPr>
      <w:r w:rsidRPr="008760B6">
        <w:rPr>
          <w:rFonts w:cs="Arial"/>
          <w:kern w:val="0"/>
          <w:szCs w:val="20"/>
        </w:rPr>
        <w:t xml:space="preserve">najemnika bremenijo vsi stroški in riziki pridobivanja ustreznih dovoljenj za obratovanje in poslovanje </w:t>
      </w:r>
      <w:r w:rsidRPr="008A7370">
        <w:rPr>
          <w:rFonts w:cs="Arial"/>
          <w:kern w:val="0"/>
          <w:szCs w:val="20"/>
        </w:rPr>
        <w:t>ter vse davčne dajatve;</w:t>
      </w:r>
    </w:p>
    <w:p w14:paraId="6BE5B9D6" w14:textId="77777777" w:rsidR="0019142D" w:rsidRPr="008A7370" w:rsidRDefault="0019142D" w:rsidP="0019142D">
      <w:pPr>
        <w:numPr>
          <w:ilvl w:val="0"/>
          <w:numId w:val="2"/>
        </w:numPr>
        <w:jc w:val="both"/>
        <w:rPr>
          <w:rFonts w:cs="Arial"/>
          <w:kern w:val="0"/>
          <w:szCs w:val="20"/>
        </w:rPr>
      </w:pPr>
      <w:r w:rsidRPr="008A7370">
        <w:rPr>
          <w:rFonts w:cs="Arial"/>
          <w:kern w:val="0"/>
          <w:szCs w:val="20"/>
        </w:rPr>
        <w:t>ponudnik lahko ponudbo za najem umakne ali jo dopolni do roka za sprejem ponudbe, ki je določen v javnem razpisu;</w:t>
      </w:r>
    </w:p>
    <w:p w14:paraId="671733B0" w14:textId="77777777" w:rsidR="0019142D" w:rsidRPr="008A7370" w:rsidRDefault="0019142D" w:rsidP="0019142D">
      <w:pPr>
        <w:numPr>
          <w:ilvl w:val="0"/>
          <w:numId w:val="2"/>
        </w:numPr>
        <w:jc w:val="both"/>
        <w:rPr>
          <w:rFonts w:cs="Arial"/>
          <w:kern w:val="0"/>
          <w:szCs w:val="20"/>
        </w:rPr>
      </w:pPr>
      <w:r w:rsidRPr="008A7370">
        <w:rPr>
          <w:rFonts w:cs="Arial"/>
          <w:kern w:val="0"/>
          <w:szCs w:val="20"/>
        </w:rPr>
        <w:t>o izbiri ponudnikov se obvesti vse ponudnike, ki so sodelovali na javnem razpisu najkasneje v roku petnajst dni od dneva izbire ponudnikov;</w:t>
      </w:r>
    </w:p>
    <w:p w14:paraId="0026C4FA" w14:textId="77777777" w:rsidR="0019142D" w:rsidRPr="008A7370" w:rsidRDefault="0019142D" w:rsidP="0019142D">
      <w:pPr>
        <w:numPr>
          <w:ilvl w:val="0"/>
          <w:numId w:val="2"/>
        </w:numPr>
        <w:jc w:val="both"/>
        <w:rPr>
          <w:rFonts w:cs="Arial"/>
          <w:kern w:val="0"/>
          <w:szCs w:val="20"/>
        </w:rPr>
      </w:pPr>
      <w:r w:rsidRPr="008A7370">
        <w:rPr>
          <w:rFonts w:cs="Arial"/>
          <w:kern w:val="0"/>
          <w:szCs w:val="20"/>
        </w:rPr>
        <w:t>Občina Cerknica si pridržuje pravico, da po pregledu in ocenitvi ponudb ne sklene najemne pogodbe z nobenim ponudnikom oziroma do roka za sklenitev pravnega posla postopek ustavi;</w:t>
      </w:r>
    </w:p>
    <w:p w14:paraId="6A5F5CB8" w14:textId="77777777" w:rsidR="0019142D" w:rsidRPr="008A7370" w:rsidRDefault="0019142D" w:rsidP="0019142D">
      <w:pPr>
        <w:numPr>
          <w:ilvl w:val="0"/>
          <w:numId w:val="2"/>
        </w:numPr>
        <w:jc w:val="both"/>
        <w:rPr>
          <w:rFonts w:cs="Arial"/>
          <w:kern w:val="0"/>
          <w:szCs w:val="20"/>
        </w:rPr>
      </w:pPr>
      <w:r w:rsidRPr="008A7370">
        <w:rPr>
          <w:rFonts w:cs="Arial"/>
          <w:kern w:val="0"/>
          <w:szCs w:val="20"/>
        </w:rPr>
        <w:t>pogoji iz tega poziva so sestavni del najemne pogodbe;</w:t>
      </w:r>
    </w:p>
    <w:p w14:paraId="6774FDFF" w14:textId="77777777" w:rsidR="0019142D" w:rsidRPr="00194BDD" w:rsidRDefault="0019142D" w:rsidP="0019142D">
      <w:pPr>
        <w:numPr>
          <w:ilvl w:val="0"/>
          <w:numId w:val="2"/>
        </w:numPr>
        <w:jc w:val="both"/>
        <w:rPr>
          <w:rFonts w:cs="Arial"/>
          <w:kern w:val="0"/>
          <w:szCs w:val="20"/>
        </w:rPr>
      </w:pPr>
      <w:r w:rsidRPr="00194BDD">
        <w:rPr>
          <w:rFonts w:cs="Arial"/>
          <w:kern w:val="0"/>
          <w:szCs w:val="20"/>
        </w:rPr>
        <w:t>Informacije o predmetu najema in morebitne druge dodatne informacije lahko zainteresirani dobijo na sedežu Občine Cerknica, Cesta 4. maja 53, 1380 Cerknica ali na tel. štev. 01-70-90-622, vsak delovni dan. Kontaktna oseba: Boštjan Otoničar, e-mail: bostjan.otonicar@cerknica.si. Možno se je dogovoriti tudi za ogled.</w:t>
      </w:r>
    </w:p>
    <w:p w14:paraId="0E41113B" w14:textId="77777777" w:rsidR="0019142D" w:rsidRPr="00194BDD" w:rsidRDefault="0019142D" w:rsidP="0019142D">
      <w:pPr>
        <w:jc w:val="both"/>
        <w:rPr>
          <w:rFonts w:cs="Arial"/>
          <w:kern w:val="0"/>
          <w:szCs w:val="20"/>
        </w:rPr>
      </w:pPr>
    </w:p>
    <w:p w14:paraId="713EC5FE" w14:textId="77777777" w:rsidR="0019142D" w:rsidRPr="00F3395E" w:rsidRDefault="0019142D" w:rsidP="0019142D">
      <w:pPr>
        <w:jc w:val="both"/>
        <w:rPr>
          <w:rFonts w:cs="Arial"/>
          <w:kern w:val="0"/>
          <w:szCs w:val="20"/>
        </w:rPr>
      </w:pPr>
      <w:r w:rsidRPr="008A7370">
        <w:rPr>
          <w:rFonts w:cs="Arial"/>
          <w:kern w:val="0"/>
          <w:szCs w:val="20"/>
        </w:rPr>
        <w:t xml:space="preserve">V skladu z drugim odstavkom 51. člena ZSPDSLS-1, se javno zbiranje ponudb objavi spletni strani Občine </w:t>
      </w:r>
      <w:r w:rsidRPr="00F3395E">
        <w:rPr>
          <w:rFonts w:cs="Arial"/>
          <w:kern w:val="0"/>
          <w:szCs w:val="20"/>
        </w:rPr>
        <w:t xml:space="preserve">Cerknica – </w:t>
      </w:r>
      <w:hyperlink r:id="rId9" w:history="1">
        <w:r w:rsidRPr="00F3395E">
          <w:rPr>
            <w:rStyle w:val="Hiperpovezava"/>
            <w:rFonts w:cs="Arial"/>
            <w:color w:val="auto"/>
            <w:kern w:val="0"/>
            <w:szCs w:val="20"/>
          </w:rPr>
          <w:t>www.cerknica.si</w:t>
        </w:r>
      </w:hyperlink>
      <w:r w:rsidRPr="00F3395E">
        <w:rPr>
          <w:rFonts w:cs="Arial"/>
          <w:kern w:val="0"/>
          <w:szCs w:val="20"/>
        </w:rPr>
        <w:t>.</w:t>
      </w:r>
    </w:p>
    <w:p w14:paraId="103E9F02" w14:textId="77777777" w:rsidR="0019142D" w:rsidRPr="008A7370" w:rsidRDefault="0019142D" w:rsidP="0019142D">
      <w:pPr>
        <w:jc w:val="both"/>
        <w:rPr>
          <w:rFonts w:cs="Arial"/>
          <w:kern w:val="0"/>
          <w:szCs w:val="20"/>
          <w:highlight w:val="yellow"/>
        </w:rPr>
      </w:pPr>
    </w:p>
    <w:p w14:paraId="4D66BB69" w14:textId="77777777" w:rsidR="0019142D" w:rsidRPr="001251AD" w:rsidRDefault="0019142D" w:rsidP="0019142D">
      <w:pPr>
        <w:rPr>
          <w:rFonts w:eastAsia="Times New Roman" w:cs="Arial"/>
          <w:bCs/>
          <w:kern w:val="0"/>
          <w:szCs w:val="20"/>
          <w:lang w:eastAsia="sl-SI"/>
        </w:rPr>
      </w:pPr>
      <w:r w:rsidRPr="001251AD">
        <w:rPr>
          <w:rFonts w:eastAsia="Times New Roman" w:cs="Arial"/>
          <w:bCs/>
          <w:kern w:val="0"/>
          <w:szCs w:val="20"/>
          <w:lang w:eastAsia="sl-SI"/>
        </w:rPr>
        <w:t xml:space="preserve">Številka: 3525 </w:t>
      </w:r>
      <w:r w:rsidRPr="001251AD">
        <w:rPr>
          <w:rFonts w:cs="Arial"/>
          <w:bCs/>
          <w:kern w:val="0"/>
          <w:szCs w:val="20"/>
        </w:rPr>
        <w:t>- 0012/2024</w:t>
      </w:r>
    </w:p>
    <w:p w14:paraId="79308102" w14:textId="77777777" w:rsidR="0019142D" w:rsidRPr="008A7370" w:rsidRDefault="0019142D" w:rsidP="0019142D">
      <w:pPr>
        <w:jc w:val="both"/>
        <w:rPr>
          <w:rFonts w:cs="Arial"/>
          <w:kern w:val="0"/>
          <w:szCs w:val="20"/>
        </w:rPr>
      </w:pPr>
      <w:r w:rsidRPr="008A7370">
        <w:rPr>
          <w:rFonts w:cs="Arial"/>
          <w:kern w:val="0"/>
          <w:szCs w:val="20"/>
        </w:rPr>
        <w:t xml:space="preserve">Cerknica, </w:t>
      </w:r>
      <w:r>
        <w:rPr>
          <w:rFonts w:cs="Arial"/>
          <w:kern w:val="0"/>
          <w:szCs w:val="20"/>
        </w:rPr>
        <w:t>10</w:t>
      </w:r>
      <w:r w:rsidRPr="008A7370">
        <w:rPr>
          <w:rFonts w:cs="Arial"/>
          <w:kern w:val="0"/>
          <w:szCs w:val="20"/>
        </w:rPr>
        <w:t>. 12. 2024</w:t>
      </w:r>
    </w:p>
    <w:p w14:paraId="54D23012" w14:textId="77777777" w:rsidR="0019142D" w:rsidRPr="008A7370" w:rsidRDefault="0019142D" w:rsidP="0019142D">
      <w:pPr>
        <w:jc w:val="both"/>
        <w:rPr>
          <w:rFonts w:cs="Arial"/>
          <w:kern w:val="0"/>
          <w:szCs w:val="20"/>
        </w:rPr>
      </w:pPr>
    </w:p>
    <w:p w14:paraId="1E8B169B" w14:textId="77777777" w:rsidR="0019142D" w:rsidRPr="008A7370" w:rsidRDefault="0019142D" w:rsidP="0019142D">
      <w:pPr>
        <w:jc w:val="both"/>
        <w:rPr>
          <w:rFonts w:cs="Arial"/>
          <w:kern w:val="0"/>
          <w:szCs w:val="20"/>
        </w:rPr>
      </w:pPr>
    </w:p>
    <w:p w14:paraId="58EEF9A5" w14:textId="77777777" w:rsidR="0019142D" w:rsidRPr="008A7370" w:rsidRDefault="0019142D" w:rsidP="0019142D">
      <w:pPr>
        <w:tabs>
          <w:tab w:val="center" w:pos="6804"/>
        </w:tabs>
        <w:jc w:val="both"/>
        <w:rPr>
          <w:rFonts w:cs="Arial"/>
          <w:kern w:val="0"/>
          <w:szCs w:val="20"/>
        </w:rPr>
      </w:pPr>
      <w:r w:rsidRPr="008A7370">
        <w:rPr>
          <w:rFonts w:cs="Arial"/>
          <w:kern w:val="0"/>
          <w:szCs w:val="20"/>
        </w:rPr>
        <w:tab/>
        <w:t>Marko Rupar</w:t>
      </w:r>
    </w:p>
    <w:p w14:paraId="62EC17C4" w14:textId="77777777" w:rsidR="0019142D" w:rsidRPr="008A7370" w:rsidRDefault="0019142D" w:rsidP="0019142D">
      <w:pPr>
        <w:tabs>
          <w:tab w:val="center" w:pos="6804"/>
        </w:tabs>
        <w:jc w:val="both"/>
        <w:rPr>
          <w:rFonts w:cs="Arial"/>
          <w:kern w:val="0"/>
          <w:szCs w:val="20"/>
        </w:rPr>
      </w:pPr>
      <w:r w:rsidRPr="008A7370">
        <w:rPr>
          <w:rFonts w:cs="Arial"/>
          <w:kern w:val="0"/>
          <w:szCs w:val="20"/>
        </w:rPr>
        <w:tab/>
        <w:t>župan</w:t>
      </w:r>
    </w:p>
    <w:p w14:paraId="0EFB1A70" w14:textId="2868D811" w:rsidR="005870D5" w:rsidRPr="0019142D" w:rsidRDefault="005870D5" w:rsidP="0019142D"/>
    <w:sectPr w:rsidR="005870D5" w:rsidRPr="0019142D" w:rsidSect="0019142D">
      <w:headerReference w:type="default" r:id="rId10"/>
      <w:headerReference w:type="first" r:id="rId11"/>
      <w:pgSz w:w="11909" w:h="16834" w:code="9"/>
      <w:pgMar w:top="851" w:right="1077" w:bottom="851" w:left="1077"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3D419" w14:textId="77777777" w:rsidR="0019142D" w:rsidRDefault="0019142D">
      <w:r>
        <w:separator/>
      </w:r>
    </w:p>
  </w:endnote>
  <w:endnote w:type="continuationSeparator" w:id="0">
    <w:p w14:paraId="4BBB0098" w14:textId="77777777" w:rsidR="0019142D" w:rsidRDefault="0019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E8A05" w14:textId="77777777" w:rsidR="0019142D" w:rsidRDefault="0019142D">
      <w:r>
        <w:separator/>
      </w:r>
    </w:p>
  </w:footnote>
  <w:footnote w:type="continuationSeparator" w:id="0">
    <w:p w14:paraId="4A753A6F" w14:textId="77777777" w:rsidR="0019142D" w:rsidRDefault="00191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D0FBB" w14:textId="77777777" w:rsidR="005A1637" w:rsidRPr="00B25178" w:rsidRDefault="005A1637" w:rsidP="00174698">
    <w:pPr>
      <w:pStyle w:val="Glava"/>
      <w:ind w:left="-16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8B88B" w14:textId="248E2346" w:rsidR="005870D5" w:rsidRPr="007F6144" w:rsidRDefault="0019142D" w:rsidP="005870D5">
    <w:pPr>
      <w:pStyle w:val="Glava"/>
      <w:ind w:left="-1620"/>
    </w:pPr>
    <w:r w:rsidRPr="007F6144">
      <w:rPr>
        <w:noProof/>
      </w:rPr>
      <w:drawing>
        <wp:inline distT="0" distB="0" distL="0" distR="0" wp14:anchorId="4D585702" wp14:editId="689E862C">
          <wp:extent cx="7548245" cy="22860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245" cy="2286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C5A34"/>
    <w:multiLevelType w:val="hybridMultilevel"/>
    <w:tmpl w:val="985EF006"/>
    <w:lvl w:ilvl="0" w:tplc="D9B69F1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EDA6AB2"/>
    <w:multiLevelType w:val="hybridMultilevel"/>
    <w:tmpl w:val="B9DCB154"/>
    <w:lvl w:ilvl="0" w:tplc="7F600186">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A4C16E9"/>
    <w:multiLevelType w:val="hybridMultilevel"/>
    <w:tmpl w:val="CD2A79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16053306">
    <w:abstractNumId w:val="1"/>
  </w:num>
  <w:num w:numId="2" w16cid:durableId="138889594">
    <w:abstractNumId w:val="2"/>
  </w:num>
  <w:num w:numId="3" w16cid:durableId="297229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42D"/>
    <w:rsid w:val="00054077"/>
    <w:rsid w:val="00067A36"/>
    <w:rsid w:val="000742E1"/>
    <w:rsid w:val="000A1602"/>
    <w:rsid w:val="00174698"/>
    <w:rsid w:val="0019142D"/>
    <w:rsid w:val="0024190D"/>
    <w:rsid w:val="002522F3"/>
    <w:rsid w:val="002C0718"/>
    <w:rsid w:val="00397A7C"/>
    <w:rsid w:val="003E550C"/>
    <w:rsid w:val="004C01C3"/>
    <w:rsid w:val="005870D5"/>
    <w:rsid w:val="005A1637"/>
    <w:rsid w:val="006168A4"/>
    <w:rsid w:val="00627674"/>
    <w:rsid w:val="00634996"/>
    <w:rsid w:val="007F404E"/>
    <w:rsid w:val="007F6144"/>
    <w:rsid w:val="00834B22"/>
    <w:rsid w:val="0088498D"/>
    <w:rsid w:val="009B126D"/>
    <w:rsid w:val="00AC4A0A"/>
    <w:rsid w:val="00B25178"/>
    <w:rsid w:val="00BD6962"/>
    <w:rsid w:val="00C024EA"/>
    <w:rsid w:val="00CA1E28"/>
    <w:rsid w:val="00D71F78"/>
    <w:rsid w:val="00DD1552"/>
    <w:rsid w:val="00E74030"/>
    <w:rsid w:val="00F3395E"/>
    <w:rsid w:val="00F33C4C"/>
    <w:rsid w:val="00F34627"/>
    <w:rsid w:val="00FF4E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5CFF3685"/>
  <w15:chartTrackingRefBased/>
  <w15:docId w15:val="{3E3EE6CB-7506-4868-890D-F02B8803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19142D"/>
    <w:rPr>
      <w:rFonts w:ascii="Arial" w:eastAsia="Aptos" w:hAnsi="Arial"/>
      <w:kern w:val="2"/>
      <w:szCs w:val="22"/>
      <w:lang w:eastAsia="en-US"/>
    </w:r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Glava">
    <w:name w:val="header"/>
    <w:basedOn w:val="Navaden"/>
    <w:rsid w:val="00174698"/>
    <w:pPr>
      <w:tabs>
        <w:tab w:val="center" w:pos="4703"/>
        <w:tab w:val="right" w:pos="9406"/>
      </w:tabs>
    </w:pPr>
  </w:style>
  <w:style w:type="paragraph" w:styleId="Noga">
    <w:name w:val="footer"/>
    <w:basedOn w:val="Navaden"/>
    <w:rsid w:val="00174698"/>
    <w:pPr>
      <w:tabs>
        <w:tab w:val="center" w:pos="4703"/>
        <w:tab w:val="right" w:pos="9406"/>
      </w:tabs>
    </w:pPr>
  </w:style>
  <w:style w:type="table" w:styleId="Tabelamrea">
    <w:name w:val="Table Grid"/>
    <w:basedOn w:val="Navadnatabela"/>
    <w:rsid w:val="00F34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9142D"/>
    <w:pPr>
      <w:ind w:left="720"/>
      <w:contextualSpacing/>
    </w:pPr>
  </w:style>
  <w:style w:type="paragraph" w:styleId="Brezrazmikov">
    <w:name w:val="No Spacing"/>
    <w:uiPriority w:val="1"/>
    <w:qFormat/>
    <w:rsid w:val="0019142D"/>
    <w:rPr>
      <w:rFonts w:ascii="Aptos" w:eastAsia="Aptos" w:hAnsi="Aptos"/>
      <w:sz w:val="22"/>
      <w:szCs w:val="22"/>
      <w:lang w:eastAsia="en-US"/>
    </w:rPr>
  </w:style>
  <w:style w:type="character" w:styleId="Hiperpovezava">
    <w:name w:val="Hyperlink"/>
    <w:uiPriority w:val="99"/>
    <w:unhideWhenUsed/>
    <w:rsid w:val="0019142D"/>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8-01-379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radni-list.si/1/objava.jsp?sop=2018-01-045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rknica.s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Jasna%20Zalar\Documents\celostna%20podoba\nove%20predloge\obcina_cerknica_BARVNO_VSEBI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obcina_cerknica_BARVNO_VSEBINA</Template>
  <TotalTime>17</TotalTime>
  <Pages>3</Pages>
  <Words>1400</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Številka:</vt:lpstr>
    </vt:vector>
  </TitlesOfParts>
  <Company>Xbox-Hq</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Jasna Zalar</dc:creator>
  <cp:keywords/>
  <dc:description/>
  <cp:lastModifiedBy>Jasna Zalar</cp:lastModifiedBy>
  <cp:revision>3</cp:revision>
  <cp:lastPrinted>2009-05-20T11:14:00Z</cp:lastPrinted>
  <dcterms:created xsi:type="dcterms:W3CDTF">2024-12-06T09:40:00Z</dcterms:created>
  <dcterms:modified xsi:type="dcterms:W3CDTF">2024-12-06T09:57:00Z</dcterms:modified>
</cp:coreProperties>
</file>